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496C4814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D19EF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FD19EF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3984196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44CF0">
        <w:rPr>
          <w:rFonts w:ascii="Corbel" w:hAnsi="Corbel"/>
          <w:i/>
          <w:smallCaps/>
          <w:sz w:val="24"/>
          <w:szCs w:val="24"/>
        </w:rPr>
        <w:t>202</w:t>
      </w:r>
      <w:r w:rsidR="00FD19EF">
        <w:rPr>
          <w:rFonts w:ascii="Corbel" w:hAnsi="Corbel"/>
          <w:i/>
          <w:smallCaps/>
          <w:sz w:val="24"/>
          <w:szCs w:val="24"/>
        </w:rPr>
        <w:t>1</w:t>
      </w:r>
      <w:r w:rsidR="00144CF0">
        <w:rPr>
          <w:rFonts w:ascii="Corbel" w:hAnsi="Corbel"/>
          <w:i/>
          <w:smallCaps/>
          <w:sz w:val="24"/>
          <w:szCs w:val="24"/>
        </w:rPr>
        <w:t>-202</w:t>
      </w:r>
      <w:r w:rsidR="00FD19EF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4E81262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144CF0">
        <w:rPr>
          <w:rFonts w:ascii="Corbel" w:hAnsi="Corbel"/>
          <w:sz w:val="20"/>
          <w:szCs w:val="20"/>
        </w:rPr>
        <w:t xml:space="preserve">                  </w:t>
      </w:r>
      <w:r w:rsidRPr="00B169DF">
        <w:rPr>
          <w:rFonts w:ascii="Corbel" w:hAnsi="Corbel"/>
          <w:sz w:val="20"/>
          <w:szCs w:val="20"/>
        </w:rPr>
        <w:t xml:space="preserve">Rok akademicki   </w:t>
      </w:r>
      <w:r w:rsidR="00144CF0">
        <w:rPr>
          <w:rFonts w:ascii="Corbel" w:hAnsi="Corbel"/>
          <w:sz w:val="20"/>
          <w:szCs w:val="20"/>
        </w:rPr>
        <w:t>202</w:t>
      </w:r>
      <w:r w:rsidR="00FD19EF">
        <w:rPr>
          <w:rFonts w:ascii="Corbel" w:hAnsi="Corbel"/>
          <w:sz w:val="20"/>
          <w:szCs w:val="20"/>
        </w:rPr>
        <w:t>4</w:t>
      </w:r>
      <w:r w:rsidR="00144CF0">
        <w:rPr>
          <w:rFonts w:ascii="Corbel" w:hAnsi="Corbel"/>
          <w:sz w:val="20"/>
          <w:szCs w:val="20"/>
        </w:rPr>
        <w:t>/202</w:t>
      </w:r>
      <w:r w:rsidR="00FD19EF">
        <w:rPr>
          <w:rFonts w:ascii="Corbel" w:hAnsi="Corbel"/>
          <w:sz w:val="20"/>
          <w:szCs w:val="20"/>
        </w:rPr>
        <w:t>5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434B065F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handlowe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65459403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4AC371F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Cywilnego i Handlowego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A245300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0DCB08F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5DA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9F29830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D96D50D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5D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74225868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IV, semestr 7 i 8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3F809763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4C442BCF" w:rsidR="00923D7D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FD5CF43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2E785D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Roman Uliasz, Prof. UR, dr Michał Chajda, mgr Katarzyna Czop, mgr Łukasz Mroczyński – Szmaj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ACC7999" w:rsidR="00015B8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6CFDAE5F" w:rsidR="00015B8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555D67C8" w:rsidR="00015B8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92A3283" w:rsidR="00015B8F" w:rsidRPr="00B169DF" w:rsidRDefault="003C6C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AC6C447" w:rsidR="0030395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28CA5F95" w:rsidR="0030395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28356E94" w:rsidR="0030395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02E08D28" w:rsidR="0030395F" w:rsidRPr="00B169DF" w:rsidRDefault="003C6C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AE2FC0E" w:rsidR="0085747A" w:rsidRPr="00B169DF" w:rsidRDefault="003C6C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DF6A98C" w14:textId="77777777" w:rsidR="00964000" w:rsidRPr="00B169DF" w:rsidRDefault="0096400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041826E" w14:textId="283EA292" w:rsidR="009C54AE" w:rsidRPr="003C6C40" w:rsidRDefault="003C6C40" w:rsidP="003C6C40">
      <w:pPr>
        <w:pStyle w:val="Punktygwne"/>
        <w:spacing w:before="0" w:after="0"/>
        <w:jc w:val="center"/>
        <w:rPr>
          <w:rFonts w:ascii="Corbel" w:hAnsi="Corbel"/>
          <w:b w:val="0"/>
          <w:szCs w:val="24"/>
        </w:rPr>
      </w:pPr>
      <w:r w:rsidRPr="00964000">
        <w:rPr>
          <w:rFonts w:ascii="Corbel" w:hAnsi="Corbel"/>
          <w:bCs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, zaliczenie bez oceny po 7 semestrze, zaliczenie z oceną </w:t>
      </w:r>
      <w:r w:rsidR="00964000">
        <w:rPr>
          <w:rFonts w:ascii="Corbel" w:hAnsi="Corbel"/>
          <w:b w:val="0"/>
          <w:szCs w:val="24"/>
        </w:rPr>
        <w:t xml:space="preserve">z </w:t>
      </w:r>
      <w:r>
        <w:rPr>
          <w:rFonts w:ascii="Corbel" w:hAnsi="Corbel"/>
          <w:b w:val="0"/>
          <w:szCs w:val="24"/>
        </w:rPr>
        <w:t xml:space="preserve">ćwiczeń 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F2EB898" w:rsidR="0085747A" w:rsidRPr="00B169DF" w:rsidRDefault="003C6C4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wykazuje się znajomością części ogólnej prawa cywilnego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B169DF" w14:paraId="3370B0D4" w14:textId="77777777" w:rsidTr="003C6C40">
        <w:tc>
          <w:tcPr>
            <w:tcW w:w="842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69FA91D4" w14:textId="77777777" w:rsidR="003C6C40" w:rsidRPr="00AC45DA" w:rsidRDefault="003C6C40" w:rsidP="003C6C40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Wykład ma </w:t>
            </w:r>
            <w:r w:rsidRPr="00AC45DA">
              <w:rPr>
                <w:rFonts w:ascii="Corbel" w:hAnsi="Corbel" w:cs="Calibri"/>
              </w:rPr>
              <w:t>za zadanie zapoznanie studenta z:</w:t>
            </w:r>
          </w:p>
          <w:p w14:paraId="4CB95944" w14:textId="77777777" w:rsidR="003C6C40" w:rsidRDefault="003C6C40" w:rsidP="003C6C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cywilnoprawnymi instytucjami znajdującymi zastosowanie w obrocie handlowym, w tym z pełnomocnictwem i prokurą;</w:t>
            </w:r>
          </w:p>
          <w:p w14:paraId="7DA26B14" w14:textId="77777777" w:rsidR="003C6C40" w:rsidRDefault="003C6C40" w:rsidP="003C6C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zasadami rejestracji i ewidencjonowania przedsiębiorców;</w:t>
            </w:r>
          </w:p>
          <w:p w14:paraId="5AF2D540" w14:textId="77777777" w:rsidR="003C6C40" w:rsidRDefault="003C6C40" w:rsidP="003C6C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tworzeniem i funkcjonowaniem spółek;</w:t>
            </w:r>
          </w:p>
          <w:p w14:paraId="2283C030" w14:textId="30EBE32D" w:rsidR="0085747A" w:rsidRPr="00B169DF" w:rsidRDefault="003C6C40" w:rsidP="003C6C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45DA">
              <w:rPr>
                <w:rFonts w:ascii="Corbel" w:hAnsi="Corbel" w:cs="Calibri"/>
              </w:rPr>
              <w:t>regulacjami dotyczącymi umów handlowych.</w:t>
            </w:r>
          </w:p>
        </w:tc>
      </w:tr>
      <w:tr w:rsidR="003C6C40" w:rsidRPr="00B169DF" w14:paraId="3D8D058C" w14:textId="77777777" w:rsidTr="003C6C40">
        <w:tc>
          <w:tcPr>
            <w:tcW w:w="842" w:type="dxa"/>
            <w:vAlign w:val="center"/>
          </w:tcPr>
          <w:p w14:paraId="11CADB7C" w14:textId="28F6AA69" w:rsidR="003C6C40" w:rsidRPr="00B169DF" w:rsidRDefault="003C6C40" w:rsidP="003C6C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51F3E642" w14:textId="77777777" w:rsidR="003C6C40" w:rsidRPr="00AC45DA" w:rsidRDefault="003C6C40" w:rsidP="003C6C40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AC45DA">
              <w:rPr>
                <w:rFonts w:ascii="Corbel" w:hAnsi="Corbel" w:cs="Calibri"/>
              </w:rPr>
              <w:t xml:space="preserve">Ćwiczenia mają za zadanie: </w:t>
            </w:r>
          </w:p>
          <w:p w14:paraId="14D55BC7" w14:textId="77777777" w:rsidR="003C6C40" w:rsidRDefault="003C6C40" w:rsidP="003C6C4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AC45DA">
              <w:rPr>
                <w:rFonts w:ascii="Corbel" w:hAnsi="Corbel" w:cs="Calibri"/>
              </w:rPr>
              <w:t xml:space="preserve">zapoznanie studenta z </w:t>
            </w:r>
            <w:r>
              <w:rPr>
                <w:rFonts w:ascii="Corbel" w:hAnsi="Corbel" w:cs="Calibri"/>
              </w:rPr>
              <w:t>zasadami tworzenia aktów będących podstawą funkcjonowania spółek (umów i statutów);</w:t>
            </w:r>
          </w:p>
          <w:p w14:paraId="582EA70D" w14:textId="77777777" w:rsidR="003C6C40" w:rsidRDefault="003C6C40" w:rsidP="003C6C4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zapoznanie studenta z zasadami tworzenia wewnętrznych dokumentów spółek (uchwał i regulaminów);</w:t>
            </w:r>
          </w:p>
          <w:p w14:paraId="2E52E7A2" w14:textId="10CB7BB0" w:rsidR="003C6C40" w:rsidRPr="00B169DF" w:rsidRDefault="003C6C40" w:rsidP="003C6C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</w:rPr>
              <w:t>zapoznanie studenta z zadami tworzenia wybranych umów handlowych.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6706031E" w14:textId="77777777" w:rsidR="003C6C40" w:rsidRDefault="003C6C4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5821"/>
        <w:gridCol w:w="2045"/>
      </w:tblGrid>
      <w:tr w:rsidR="003C6C40" w:rsidRPr="00AC45DA" w14:paraId="1BA2BE62" w14:textId="77777777" w:rsidTr="00A24EBD">
        <w:tc>
          <w:tcPr>
            <w:tcW w:w="1701" w:type="dxa"/>
            <w:vAlign w:val="center"/>
          </w:tcPr>
          <w:p w14:paraId="79EE1E23" w14:textId="77777777" w:rsidR="003C6C40" w:rsidRPr="00AC45DA" w:rsidRDefault="003C6C40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smallCaps w:val="0"/>
                <w:szCs w:val="24"/>
              </w:rPr>
              <w:t>EK</w:t>
            </w:r>
            <w:r w:rsidRPr="00AC45D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F0720B9" w14:textId="77777777" w:rsidR="003C6C40" w:rsidRPr="00AC45DA" w:rsidRDefault="003C6C40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F7F245D" w14:textId="77777777" w:rsidR="003C6C40" w:rsidRPr="00AC45DA" w:rsidRDefault="003C6C40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AC45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C6C40" w:rsidRPr="00AC45DA" w14:paraId="660B3E3E" w14:textId="77777777" w:rsidTr="00A24EBD">
        <w:tc>
          <w:tcPr>
            <w:tcW w:w="1701" w:type="dxa"/>
          </w:tcPr>
          <w:p w14:paraId="4D6E6ABA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C45D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0013318" w14:textId="77777777" w:rsidR="003C6C40" w:rsidRPr="00AC45DA" w:rsidRDefault="003C6C40" w:rsidP="00A24EBD">
            <w:pPr>
              <w:pStyle w:val="NormalnyWeb"/>
              <w:rPr>
                <w:rFonts w:ascii="Corbel" w:hAnsi="Corbel"/>
              </w:rPr>
            </w:pPr>
            <w:r w:rsidRPr="00AC45DA">
              <w:rPr>
                <w:rFonts w:ascii="Corbel" w:hAnsi="Corbel"/>
              </w:rPr>
              <w:t>Zna terminologię używaną w prawie handlowym</w:t>
            </w:r>
          </w:p>
        </w:tc>
        <w:tc>
          <w:tcPr>
            <w:tcW w:w="1873" w:type="dxa"/>
          </w:tcPr>
          <w:p w14:paraId="6911EB2B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 (P7S_WG)</w:t>
            </w:r>
          </w:p>
          <w:p w14:paraId="6F77CD73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 (P7S_WG)</w:t>
            </w:r>
          </w:p>
          <w:p w14:paraId="6211A624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 (P7S_WG)</w:t>
            </w:r>
          </w:p>
          <w:p w14:paraId="5A1FAC89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K_WO8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0C2AEE79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K_W11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(P7S_WK)</w:t>
            </w:r>
          </w:p>
        </w:tc>
      </w:tr>
      <w:tr w:rsidR="003C6C40" w:rsidRPr="00AC45DA" w14:paraId="1DED1E9C" w14:textId="77777777" w:rsidTr="00A24EBD">
        <w:tc>
          <w:tcPr>
            <w:tcW w:w="1701" w:type="dxa"/>
          </w:tcPr>
          <w:p w14:paraId="585FC9C2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DCBED44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uporządkowaną wiedzę na temat spółek handlowych</w:t>
            </w:r>
          </w:p>
        </w:tc>
        <w:tc>
          <w:tcPr>
            <w:tcW w:w="1873" w:type="dxa"/>
          </w:tcPr>
          <w:p w14:paraId="435A4915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79B27C5F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4F5A4F3B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K_WO5 K_WO7</w:t>
            </w:r>
          </w:p>
          <w:p w14:paraId="569E7B0D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18E37BCA" w14:textId="1AC5CB32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  <w:r w:rsidR="00E72C9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72C9E" w:rsidRPr="00E72C9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  <w:r w:rsidR="00E72C9E"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6A10B498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K_W13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(P7S_WK)</w:t>
            </w:r>
          </w:p>
        </w:tc>
      </w:tr>
      <w:tr w:rsidR="003C6C40" w:rsidRPr="00AC45DA" w14:paraId="3383AB62" w14:textId="77777777" w:rsidTr="00A24EBD">
        <w:tc>
          <w:tcPr>
            <w:tcW w:w="1701" w:type="dxa"/>
          </w:tcPr>
          <w:p w14:paraId="2CBC1606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6A5A55E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uporządkowaną wiedzę na temat umów handlowych</w:t>
            </w:r>
          </w:p>
        </w:tc>
        <w:tc>
          <w:tcPr>
            <w:tcW w:w="1873" w:type="dxa"/>
          </w:tcPr>
          <w:p w14:paraId="5BC5E209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517D59C5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K_WO5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76C765A3" w14:textId="5A9322D6" w:rsidR="00964000" w:rsidRDefault="0096400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E72C9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50E9C6FD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K_W13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(P7S_WK)</w:t>
            </w:r>
          </w:p>
        </w:tc>
      </w:tr>
      <w:tr w:rsidR="003C6C40" w:rsidRPr="00AC45DA" w14:paraId="0FF52A16" w14:textId="77777777" w:rsidTr="00A24EBD">
        <w:tc>
          <w:tcPr>
            <w:tcW w:w="1701" w:type="dxa"/>
          </w:tcPr>
          <w:p w14:paraId="5D528F6A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4354B3EB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obserwowania, wyszukiwania i przetwarzania informacji na temat stosunków prawa handlowego przy użyciu różnych źródeł i interpretowaniu ich</w:t>
            </w:r>
          </w:p>
        </w:tc>
        <w:tc>
          <w:tcPr>
            <w:tcW w:w="1873" w:type="dxa"/>
          </w:tcPr>
          <w:p w14:paraId="5C37743A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 (P7S_UW)</w:t>
            </w:r>
          </w:p>
          <w:p w14:paraId="2387131E" w14:textId="49AB0BF4" w:rsidR="00964000" w:rsidRPr="00AC45DA" w:rsidRDefault="0096400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 (P7S_UW)</w:t>
            </w:r>
          </w:p>
        </w:tc>
      </w:tr>
      <w:tr w:rsidR="003C6C40" w:rsidRPr="00AC45DA" w14:paraId="48B5854E" w14:textId="77777777" w:rsidTr="00A24EBD">
        <w:tc>
          <w:tcPr>
            <w:tcW w:w="1701" w:type="dxa"/>
          </w:tcPr>
          <w:p w14:paraId="4B5C4CB5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2EF796DE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wykorzystywać i integrować wiedzę z zakresu prawa spółek handlowych w celu analizy złożonych problemów</w:t>
            </w:r>
          </w:p>
        </w:tc>
        <w:tc>
          <w:tcPr>
            <w:tcW w:w="1873" w:type="dxa"/>
          </w:tcPr>
          <w:p w14:paraId="66BF415B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K_UO3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  <w:p w14:paraId="523B3B2A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K_UO4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  <w:p w14:paraId="4559A4CE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K_UO8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  <w:p w14:paraId="1B1457EB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K_U10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P7S_UK</w:t>
            </w:r>
          </w:p>
          <w:p w14:paraId="767D871E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K_U11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</w:tc>
      </w:tr>
      <w:tr w:rsidR="003C6C40" w:rsidRPr="00AC45DA" w14:paraId="3559E81A" w14:textId="77777777" w:rsidTr="00A24EBD">
        <w:tc>
          <w:tcPr>
            <w:tcW w:w="1701" w:type="dxa"/>
          </w:tcPr>
          <w:p w14:paraId="76C7E177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6D219427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sposób spójny i precyzyjny wypowiadać się w mowie i na piśmie. Posiada umiejętność konstruowania rozbudowanych ustnych i pisemnych uzasadnień na tematy dotyczące różnych zagadnień prawa handlowego</w:t>
            </w:r>
          </w:p>
        </w:tc>
        <w:tc>
          <w:tcPr>
            <w:tcW w:w="1873" w:type="dxa"/>
          </w:tcPr>
          <w:p w14:paraId="3C3D9B2C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 UO9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P7S_UK</w:t>
            </w:r>
          </w:p>
          <w:p w14:paraId="2276BC54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P7S_UW</w:t>
            </w:r>
          </w:p>
          <w:p w14:paraId="4023B816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K_U13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</w:tc>
      </w:tr>
      <w:tr w:rsidR="003C6C40" w:rsidRPr="00AC45DA" w14:paraId="2E013541" w14:textId="77777777" w:rsidTr="00A24EBD">
        <w:tc>
          <w:tcPr>
            <w:tcW w:w="1701" w:type="dxa"/>
          </w:tcPr>
          <w:p w14:paraId="552A0B8E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490A25D2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generować oryginalne rozwiązania złożonych problemów z zakresu działalności gospodarczej i prognozować przebieg ich rozwiązywania</w:t>
            </w:r>
          </w:p>
        </w:tc>
        <w:tc>
          <w:tcPr>
            <w:tcW w:w="1873" w:type="dxa"/>
          </w:tcPr>
          <w:p w14:paraId="2559BDF6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P7S_UW</w:t>
            </w:r>
          </w:p>
          <w:p w14:paraId="7ED94395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P7S_UW</w:t>
            </w:r>
          </w:p>
          <w:p w14:paraId="70029453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K_UO7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P7S_UW</w:t>
            </w:r>
          </w:p>
        </w:tc>
      </w:tr>
      <w:tr w:rsidR="003C6C40" w:rsidRPr="00AC45DA" w14:paraId="4FBF0F47" w14:textId="77777777" w:rsidTr="00A24EBD">
        <w:tc>
          <w:tcPr>
            <w:tcW w:w="1701" w:type="dxa"/>
          </w:tcPr>
          <w:p w14:paraId="7F64D740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5AA2ADE1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zespole, umie wyznaczać oraz przyjmować wspólne cele i działania. Potrafi przyjąć rolę lidera w zespole</w:t>
            </w:r>
          </w:p>
        </w:tc>
        <w:tc>
          <w:tcPr>
            <w:tcW w:w="1873" w:type="dxa"/>
          </w:tcPr>
          <w:p w14:paraId="2DF585DA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K_U15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P7S_UO</w:t>
            </w:r>
          </w:p>
          <w:p w14:paraId="6D0F9E81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P7S_UO</w:t>
            </w:r>
          </w:p>
          <w:p w14:paraId="3F1CD25D" w14:textId="1649304D" w:rsidR="00E72C9E" w:rsidRPr="004D407D" w:rsidRDefault="00E72C9E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K_U1</w:t>
            </w:r>
            <w:r>
              <w:rPr>
                <w:b w:val="0"/>
                <w:bCs/>
                <w:smallCaps w:val="0"/>
              </w:rPr>
              <w:t>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P7S_UO</w:t>
            </w:r>
          </w:p>
        </w:tc>
      </w:tr>
      <w:tr w:rsidR="003C6C40" w:rsidRPr="00AC45DA" w14:paraId="0185E173" w14:textId="77777777" w:rsidTr="00A24EBD">
        <w:tc>
          <w:tcPr>
            <w:tcW w:w="1701" w:type="dxa"/>
          </w:tcPr>
          <w:p w14:paraId="6FB9FA4C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4CC417D7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1873" w:type="dxa"/>
          </w:tcPr>
          <w:p w14:paraId="19D3720B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K_KO1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P7S_KK</w:t>
            </w:r>
          </w:p>
          <w:p w14:paraId="65B804C8" w14:textId="5F9C587A" w:rsidR="00E72C9E" w:rsidRDefault="00E72C9E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K_KO</w:t>
            </w:r>
            <w:r>
              <w:rPr>
                <w:b w:val="0"/>
                <w:bCs/>
                <w:smallCaps w:val="0"/>
              </w:rPr>
              <w:t>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P7S_KK</w:t>
            </w:r>
          </w:p>
          <w:p w14:paraId="5FCAC8CA" w14:textId="0BFB28C6" w:rsidR="00E72C9E" w:rsidRPr="00E72C9E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K_KO8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P7S_KO</w:t>
            </w:r>
          </w:p>
        </w:tc>
      </w:tr>
      <w:tr w:rsidR="003C6C40" w:rsidRPr="00AC45DA" w14:paraId="571D8235" w14:textId="77777777" w:rsidTr="00A24EBD">
        <w:tc>
          <w:tcPr>
            <w:tcW w:w="1701" w:type="dxa"/>
          </w:tcPr>
          <w:p w14:paraId="0826BA1E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50BED35C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podejmowania wyzwań zawodowych i osobistych. Wykazuje aktywność, podejmuje trud i odznacza się wytrwałością w podejmowaniu indywidualnych i zespołowych działań profesjonalnych w zakresie prawa handlowego. Angażuje się w współpracę</w:t>
            </w:r>
          </w:p>
        </w:tc>
        <w:tc>
          <w:tcPr>
            <w:tcW w:w="1873" w:type="dxa"/>
          </w:tcPr>
          <w:p w14:paraId="1EF3927F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K_KO5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P7S_KR</w:t>
            </w:r>
          </w:p>
          <w:p w14:paraId="0147C850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K_KO6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P7S_KO</w:t>
            </w:r>
          </w:p>
          <w:p w14:paraId="39DC650D" w14:textId="77777777" w:rsidR="003C6C40" w:rsidRPr="009B089F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K_KO7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P7S_KK</w:t>
            </w:r>
          </w:p>
        </w:tc>
      </w:tr>
      <w:tr w:rsidR="003C6C40" w:rsidRPr="00AC45DA" w14:paraId="2A7CD92A" w14:textId="77777777" w:rsidTr="00A24EBD">
        <w:tc>
          <w:tcPr>
            <w:tcW w:w="1701" w:type="dxa"/>
          </w:tcPr>
          <w:p w14:paraId="2219126F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36E4E45F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myśleć i działać w sposób przedsiębiorczy</w:t>
            </w:r>
          </w:p>
        </w:tc>
        <w:tc>
          <w:tcPr>
            <w:tcW w:w="1873" w:type="dxa"/>
          </w:tcPr>
          <w:p w14:paraId="2C358EAA" w14:textId="7792071E" w:rsidR="00964000" w:rsidRDefault="00964000" w:rsidP="00A24EBD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64000">
              <w:rPr>
                <w:rFonts w:ascii="Times New Roman" w:hAnsi="Times New Roman"/>
                <w:smallCaps/>
              </w:rPr>
              <w:t>K_KO8 P7S_KO</w:t>
            </w:r>
          </w:p>
          <w:p w14:paraId="0619E542" w14:textId="7CED0714" w:rsidR="00E72C9E" w:rsidRPr="00B27E45" w:rsidRDefault="00E72C9E" w:rsidP="00A24EBD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B27E45">
              <w:rPr>
                <w:rFonts w:ascii="Times New Roman" w:hAnsi="Times New Roman"/>
                <w:smallCaps/>
              </w:rPr>
              <w:t>K_K</w:t>
            </w:r>
            <w:r>
              <w:rPr>
                <w:rFonts w:ascii="Times New Roman" w:hAnsi="Times New Roman"/>
                <w:smallCaps/>
              </w:rPr>
              <w:t>10</w:t>
            </w:r>
            <w:r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9B089F">
              <w:rPr>
                <w:rFonts w:ascii="Corbel" w:hAnsi="Corbel"/>
                <w:bCs/>
                <w:smallCaps/>
                <w:szCs w:val="24"/>
              </w:rPr>
              <w:t>P7S_KR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64000" w:rsidRPr="00AC45DA" w14:paraId="155DE956" w14:textId="77777777" w:rsidTr="00964000">
        <w:tc>
          <w:tcPr>
            <w:tcW w:w="9639" w:type="dxa"/>
          </w:tcPr>
          <w:p w14:paraId="5CCF3CD7" w14:textId="77777777" w:rsidR="00964000" w:rsidRPr="00AC45DA" w:rsidRDefault="00964000" w:rsidP="00A24EB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45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4000" w:rsidRPr="00AC45DA" w14:paraId="5E6FBC91" w14:textId="77777777" w:rsidTr="00851D38">
        <w:trPr>
          <w:trHeight w:val="1150"/>
        </w:trPr>
        <w:tc>
          <w:tcPr>
            <w:tcW w:w="9639" w:type="dxa"/>
          </w:tcPr>
          <w:p w14:paraId="4ECD4AEE" w14:textId="77777777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/>
              </w:rPr>
              <w:t>W1</w:t>
            </w:r>
            <w:r w:rsidRPr="0028296B">
              <w:rPr>
                <w:rFonts w:ascii="Corbel" w:hAnsi="Corbel" w:cs="Calibri"/>
              </w:rPr>
              <w:t xml:space="preserve">-Zagadnienia ogólne </w:t>
            </w:r>
          </w:p>
          <w:p w14:paraId="34C05943" w14:textId="77777777" w:rsidR="00964000" w:rsidRPr="0028296B" w:rsidRDefault="00964000" w:rsidP="0096400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>Zakres przedmiotowy prawa handlowego (</w:t>
            </w:r>
            <w:r>
              <w:rPr>
                <w:rFonts w:ascii="Corbel" w:hAnsi="Corbel" w:cs="Calibri"/>
              </w:rPr>
              <w:t>prawo handlowe</w:t>
            </w:r>
            <w:r w:rsidRPr="0028296B">
              <w:rPr>
                <w:rFonts w:ascii="Corbel" w:hAnsi="Corbel" w:cs="Calibri"/>
              </w:rPr>
              <w:t xml:space="preserve"> a prawo cywilne;</w:t>
            </w:r>
            <w:r>
              <w:rPr>
                <w:rFonts w:ascii="Corbel" w:hAnsi="Corbel" w:cs="Calibri"/>
              </w:rPr>
              <w:t xml:space="preserve"> </w:t>
            </w:r>
            <w:r w:rsidRPr="0028296B">
              <w:rPr>
                <w:rFonts w:ascii="Corbel" w:hAnsi="Corbel" w:cs="Calibri"/>
              </w:rPr>
              <w:t xml:space="preserve">stosowanie przepisów Kodeksu cywilnego na gruncie Kodeksu spółek handlowych) </w:t>
            </w:r>
          </w:p>
          <w:p w14:paraId="415E6C5B" w14:textId="66004919" w:rsidR="00964000" w:rsidRPr="0028296B" w:rsidRDefault="00964000" w:rsidP="00964000">
            <w:pPr>
              <w:pStyle w:val="NormalnyWeb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Źródła prawa handlowego </w:t>
            </w:r>
          </w:p>
        </w:tc>
      </w:tr>
      <w:tr w:rsidR="00851D38" w:rsidRPr="00AC45DA" w14:paraId="0B763213" w14:textId="77777777" w:rsidTr="00964000">
        <w:trPr>
          <w:trHeight w:val="1780"/>
        </w:trPr>
        <w:tc>
          <w:tcPr>
            <w:tcW w:w="9639" w:type="dxa"/>
          </w:tcPr>
          <w:p w14:paraId="50E98E1A" w14:textId="5256018C" w:rsidR="00851D38" w:rsidRPr="00851D38" w:rsidRDefault="00851D38" w:rsidP="00851D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W2 – Kluczowa terminologia i instytucje bazowe</w:t>
            </w:r>
          </w:p>
          <w:p w14:paraId="01EC1D32" w14:textId="2C443D1F" w:rsidR="00851D38" w:rsidRPr="00444BDC" w:rsidRDefault="00851D38" w:rsidP="0096400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>Sposoby rozumienia pojęcia „przedsiębiorca” na</w:t>
            </w:r>
            <w:r>
              <w:rPr>
                <w:rFonts w:ascii="Corbel" w:hAnsi="Corbel" w:cs="Calibri"/>
              </w:rPr>
              <w:t xml:space="preserve"> </w:t>
            </w:r>
            <w:r w:rsidRPr="00444BDC">
              <w:rPr>
                <w:rFonts w:ascii="Corbel" w:hAnsi="Corbel" w:cs="Calibri"/>
              </w:rPr>
              <w:t xml:space="preserve">gruncie różnych aktów prawnych, ze szczególnym uwzględnieniem definicji z Kodeksu cywilnego i ustawy </w:t>
            </w:r>
            <w:r>
              <w:rPr>
                <w:rFonts w:ascii="Corbel" w:hAnsi="Corbel" w:cs="Calibri"/>
              </w:rPr>
              <w:t>Prawo przedsiębiorców</w:t>
            </w:r>
          </w:p>
          <w:p w14:paraId="5A28B04C" w14:textId="77777777" w:rsidR="00851D38" w:rsidRPr="0028296B" w:rsidRDefault="00851D38" w:rsidP="0096400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Sposoby reprezentowania przedsiębiorców w obrocie (prokura i inne </w:t>
            </w:r>
            <w:r>
              <w:rPr>
                <w:rFonts w:ascii="Corbel" w:hAnsi="Corbel" w:cs="Calibri"/>
              </w:rPr>
              <w:t xml:space="preserve">postacie </w:t>
            </w:r>
            <w:r w:rsidRPr="0028296B">
              <w:rPr>
                <w:rFonts w:ascii="Corbel" w:hAnsi="Corbel" w:cs="Calibri"/>
              </w:rPr>
              <w:t xml:space="preserve">przedstawicielstwa) </w:t>
            </w:r>
          </w:p>
          <w:p w14:paraId="6C837D98" w14:textId="77777777" w:rsidR="00851D38" w:rsidRPr="0028296B" w:rsidRDefault="00851D38" w:rsidP="00964000">
            <w:pPr>
              <w:pStyle w:val="NormalnyWeb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>Sposoby ewidencjonowania i rejestracji przedsiębiorców (ewidencja działalności</w:t>
            </w:r>
            <w:r>
              <w:rPr>
                <w:rFonts w:ascii="Corbel" w:hAnsi="Corbel" w:cs="Calibri"/>
              </w:rPr>
              <w:t xml:space="preserve"> </w:t>
            </w:r>
            <w:r w:rsidRPr="0028296B">
              <w:rPr>
                <w:rFonts w:ascii="Corbel" w:hAnsi="Corbel" w:cs="Calibri"/>
              </w:rPr>
              <w:t xml:space="preserve">gospodarczej o Krajowy Rejestr Sądowy) </w:t>
            </w:r>
          </w:p>
        </w:tc>
      </w:tr>
      <w:tr w:rsidR="00964000" w:rsidRPr="00AC45DA" w14:paraId="45FCE22D" w14:textId="77777777" w:rsidTr="00964000">
        <w:tc>
          <w:tcPr>
            <w:tcW w:w="9639" w:type="dxa"/>
          </w:tcPr>
          <w:p w14:paraId="7FA1FAE3" w14:textId="62EAA6A2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3</w:t>
            </w:r>
            <w:r w:rsidRPr="0028296B">
              <w:rPr>
                <w:rFonts w:ascii="Corbel" w:hAnsi="Corbel" w:cs="Calibri"/>
              </w:rPr>
              <w:t>-</w:t>
            </w:r>
            <w:r>
              <w:rPr>
                <w:rFonts w:ascii="Corbel" w:hAnsi="Corbel" w:cs="Calibri"/>
              </w:rPr>
              <w:t>Przedsiębiorca jednoosobowy</w:t>
            </w:r>
            <w:r w:rsidRPr="0028296B">
              <w:rPr>
                <w:rFonts w:ascii="Corbel" w:hAnsi="Corbel" w:cs="Calibri"/>
              </w:rPr>
              <w:t xml:space="preserve"> </w:t>
            </w:r>
          </w:p>
          <w:p w14:paraId="0422CC1B" w14:textId="77777777" w:rsidR="00964000" w:rsidRPr="006A5E28" w:rsidRDefault="00964000" w:rsidP="00A24EBD">
            <w:pPr>
              <w:pStyle w:val="NormalnyWeb"/>
              <w:spacing w:before="0" w:beforeAutospacing="0" w:after="0" w:afterAutospacing="0"/>
              <w:ind w:left="360"/>
              <w:jc w:val="both"/>
              <w:rPr>
                <w:rFonts w:ascii="Corbel" w:hAnsi="Corbel" w:cs="Calibri"/>
              </w:rPr>
            </w:pPr>
            <w:r w:rsidRPr="006A5E28">
              <w:rPr>
                <w:rFonts w:ascii="Corbel" w:hAnsi="Corbel" w:cs="Calibri"/>
              </w:rPr>
              <w:t xml:space="preserve"> </w:t>
            </w:r>
          </w:p>
        </w:tc>
      </w:tr>
      <w:tr w:rsidR="00964000" w:rsidRPr="00AC45DA" w14:paraId="71EFA4F2" w14:textId="77777777" w:rsidTr="00964000">
        <w:tc>
          <w:tcPr>
            <w:tcW w:w="9639" w:type="dxa"/>
          </w:tcPr>
          <w:p w14:paraId="117DC54C" w14:textId="3C6D5F9E" w:rsidR="00964000" w:rsidRDefault="00964000" w:rsidP="00A24EBD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4</w:t>
            </w:r>
            <w:r w:rsidRPr="0028296B">
              <w:rPr>
                <w:rFonts w:ascii="Corbel" w:hAnsi="Corbel" w:cs="Calibri"/>
              </w:rPr>
              <w:t>-Spółka</w:t>
            </w:r>
            <w:r>
              <w:rPr>
                <w:rFonts w:ascii="Corbel" w:hAnsi="Corbel" w:cs="Calibri"/>
              </w:rPr>
              <w:t xml:space="preserve"> cywilna</w:t>
            </w:r>
          </w:p>
          <w:p w14:paraId="2106AC22" w14:textId="77777777" w:rsidR="00964000" w:rsidRPr="0028296B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cywilnej </w:t>
            </w:r>
          </w:p>
          <w:p w14:paraId="18065EAF" w14:textId="77777777" w:rsidR="00964000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>Tryb tworzenia sp</w:t>
            </w:r>
            <w:r>
              <w:rPr>
                <w:rFonts w:ascii="Corbel" w:hAnsi="Corbel" w:cs="Calibri"/>
              </w:rPr>
              <w:t>ółki</w:t>
            </w:r>
          </w:p>
          <w:p w14:paraId="476B1A3E" w14:textId="77777777" w:rsidR="00964000" w:rsidRPr="0028296B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lastRenderedPageBreak/>
              <w:t xml:space="preserve">Istota „majątku spółki” </w:t>
            </w:r>
          </w:p>
          <w:p w14:paraId="72DA9EFA" w14:textId="77777777" w:rsidR="00964000" w:rsidRPr="0028296B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odpowiedzialności za zobowiązania spółki </w:t>
            </w:r>
          </w:p>
          <w:p w14:paraId="4811D096" w14:textId="77777777" w:rsidR="00964000" w:rsidRPr="0028296B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Reprezentacja spółki i prowadzenie jej spraw </w:t>
            </w:r>
          </w:p>
          <w:p w14:paraId="6E7BD664" w14:textId="77777777" w:rsidR="00964000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>Udział w zyskach i strat</w:t>
            </w:r>
            <w:r>
              <w:rPr>
                <w:rFonts w:ascii="Corbel" w:hAnsi="Corbel" w:cs="Calibri"/>
              </w:rPr>
              <w:t>ach</w:t>
            </w:r>
          </w:p>
          <w:p w14:paraId="1FDCBA9C" w14:textId="77777777" w:rsidR="00964000" w:rsidRPr="007C1002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Z</w:t>
            </w:r>
            <w:r w:rsidRPr="0028296B">
              <w:rPr>
                <w:rFonts w:ascii="Corbel" w:hAnsi="Corbel" w:cs="Calibri"/>
              </w:rPr>
              <w:t>miany podmiotowe w spółce cywilnej</w:t>
            </w:r>
            <w:r>
              <w:rPr>
                <w:rFonts w:ascii="Corbel" w:hAnsi="Corbel" w:cs="Calibri"/>
              </w:rPr>
              <w:t xml:space="preserve"> </w:t>
            </w:r>
            <w:r w:rsidRPr="007C1002">
              <w:rPr>
                <w:rFonts w:ascii="Corbel" w:hAnsi="Corbel" w:cs="Calibri"/>
              </w:rPr>
              <w:t>(przystąpienie wspólnika i jego wystąpienie, wypowiedzenie udziału przez wspólnika i jego wierzyciela, forma prawna przystąpienia wspólnika do spółki, ze szczególnym uwzględnieniem problematyki przystąpienia z jednoczesnym wniesieniem do spółki wkładu w postaci nieruchomości)</w:t>
            </w:r>
          </w:p>
        </w:tc>
      </w:tr>
      <w:tr w:rsidR="00964000" w:rsidRPr="00AC45DA" w14:paraId="7D4591B3" w14:textId="77777777" w:rsidTr="00964000">
        <w:tc>
          <w:tcPr>
            <w:tcW w:w="9639" w:type="dxa"/>
          </w:tcPr>
          <w:p w14:paraId="1197D38D" w14:textId="75C67390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/>
              </w:rPr>
              <w:lastRenderedPageBreak/>
              <w:t>W</w:t>
            </w:r>
            <w:r w:rsidR="00851D38">
              <w:rPr>
                <w:rFonts w:ascii="Corbel" w:hAnsi="Corbel"/>
              </w:rPr>
              <w:t>5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jawna </w:t>
            </w:r>
          </w:p>
          <w:p w14:paraId="089B709D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jawnej (ze szczególnym uwzględnieniem podmiotowości prawnej tej spółki) </w:t>
            </w:r>
          </w:p>
          <w:p w14:paraId="4E3BE6D7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Charakter prawny przepisów dotyczących spółki jawnej (modelowy charakter spółki jawnej i stosowanie przepisów o tej spółce do innych handlowych spółek osobowych) </w:t>
            </w:r>
          </w:p>
          <w:p w14:paraId="6B139B99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Tryb tworzenia spółki </w:t>
            </w:r>
          </w:p>
          <w:p w14:paraId="6A452016" w14:textId="77777777" w:rsidR="00964000" w:rsidRPr="00376B2C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odpowiedzialności za zobowiązania spółki </w:t>
            </w:r>
            <w:r w:rsidRPr="00376B2C">
              <w:rPr>
                <w:rFonts w:ascii="Corbel" w:hAnsi="Corbel" w:cs="Calibri"/>
              </w:rPr>
              <w:t xml:space="preserve">(zasada solidarności i subsydiarności) </w:t>
            </w:r>
          </w:p>
          <w:p w14:paraId="78ECCE38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Udział w zyskach i stratach spółki </w:t>
            </w:r>
          </w:p>
          <w:p w14:paraId="2FB03F91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reprezentowania spółki </w:t>
            </w:r>
          </w:p>
          <w:p w14:paraId="17837605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Prowadzenie spraw spółki </w:t>
            </w:r>
          </w:p>
          <w:p w14:paraId="29535737" w14:textId="77777777" w:rsidR="00964000" w:rsidRPr="00021DE2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Przyczyny rozwiązania spółki i postępowanie </w:t>
            </w:r>
            <w:r w:rsidRPr="00021DE2">
              <w:rPr>
                <w:rFonts w:ascii="Corbel" w:hAnsi="Corbel" w:cs="Calibri"/>
              </w:rPr>
              <w:t xml:space="preserve">likwidacyjne </w:t>
            </w:r>
          </w:p>
        </w:tc>
      </w:tr>
      <w:tr w:rsidR="00964000" w:rsidRPr="00AC45DA" w14:paraId="5EBB5B70" w14:textId="77777777" w:rsidTr="00964000">
        <w:tc>
          <w:tcPr>
            <w:tcW w:w="9639" w:type="dxa"/>
          </w:tcPr>
          <w:p w14:paraId="70F36D1F" w14:textId="5E2C6DA2" w:rsidR="00964000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6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komandytowa </w:t>
            </w:r>
          </w:p>
          <w:p w14:paraId="45AE2A15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komandytowej (ze szczególnym uwzględnieniem dwóch kategorii wspólników i ich różnorodnej pozycji prawnej) </w:t>
            </w:r>
          </w:p>
          <w:p w14:paraId="45915027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Niesamoistny sposób regulacji spółki komandytowej (stosowanie na jej gruncie przepisów o spółce jawnej) </w:t>
            </w:r>
          </w:p>
          <w:p w14:paraId="72BCD0EA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Tryb tworzenia spółki </w:t>
            </w:r>
          </w:p>
          <w:p w14:paraId="50A79EA9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odpowiedzialności za zobowiązania spółki (zróżnicowana odpowiedzialność komandytariusza i komplementariusza, istota sumy komandytowej jako górnej granicy odpowiedzialności za zobowiązania spółki oraz znaczenie wniesienia wkładu do spółki przez komandytariusza dla zakresu jego odpowiedzialności za zobowiązania spółki) </w:t>
            </w:r>
          </w:p>
          <w:p w14:paraId="497EAAC3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Udział w zyskach i stratach spółki </w:t>
            </w:r>
          </w:p>
          <w:p w14:paraId="1B69CDDD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reprezentowania spółki i prowadzenie spraw spółki (wskazanie na ułomną pozycję komandytariusza w tym zakresie) </w:t>
            </w:r>
          </w:p>
          <w:p w14:paraId="450B54A7" w14:textId="77777777" w:rsidR="00964000" w:rsidRPr="00444BDC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Przyczyny rozwiązania spółki i postępowanie likwidacyjne </w:t>
            </w:r>
          </w:p>
        </w:tc>
      </w:tr>
      <w:tr w:rsidR="00964000" w:rsidRPr="00AC45DA" w14:paraId="53E93437" w14:textId="77777777" w:rsidTr="00964000">
        <w:tc>
          <w:tcPr>
            <w:tcW w:w="9639" w:type="dxa"/>
          </w:tcPr>
          <w:p w14:paraId="54AFD08C" w14:textId="0A8DAF2D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7</w:t>
            </w:r>
            <w:r w:rsidRPr="0028296B">
              <w:rPr>
                <w:rFonts w:ascii="Corbel" w:hAnsi="Corbel" w:cs="Calibri"/>
              </w:rPr>
              <w:t xml:space="preserve">-Spółka partnerska </w:t>
            </w:r>
          </w:p>
          <w:p w14:paraId="77E0642C" w14:textId="77777777" w:rsidR="00964000" w:rsidRPr="00021DE2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partnerskiej (ze szczególnym </w:t>
            </w:r>
            <w:r w:rsidRPr="00444BDC">
              <w:rPr>
                <w:rFonts w:ascii="Corbel" w:hAnsi="Corbel" w:cs="Calibri"/>
              </w:rPr>
              <w:t xml:space="preserve">uwzględnieniem ograniczeń podmiotowych co do </w:t>
            </w:r>
            <w:r w:rsidRPr="00021DE2">
              <w:rPr>
                <w:rFonts w:ascii="Corbel" w:hAnsi="Corbel" w:cs="Calibri"/>
              </w:rPr>
              <w:t xml:space="preserve">osób mogących tworzyć tę spółkę) </w:t>
            </w:r>
          </w:p>
          <w:p w14:paraId="766FD99A" w14:textId="77777777" w:rsidR="00964000" w:rsidRPr="00444BDC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Niesamoistny sposób regulacji spółki partnerskiej </w:t>
            </w:r>
            <w:r w:rsidRPr="00444BDC">
              <w:rPr>
                <w:rFonts w:ascii="Corbel" w:hAnsi="Corbel" w:cs="Calibri"/>
              </w:rPr>
              <w:t>(stosowanie na jej gruncie przepisów</w:t>
            </w:r>
            <w:r>
              <w:rPr>
                <w:rFonts w:ascii="Corbel" w:hAnsi="Corbel" w:cs="Calibri"/>
              </w:rPr>
              <w:t xml:space="preserve"> </w:t>
            </w:r>
            <w:r w:rsidRPr="00444BDC">
              <w:rPr>
                <w:rFonts w:ascii="Corbel" w:hAnsi="Corbel" w:cs="Calibri"/>
              </w:rPr>
              <w:t xml:space="preserve">o spółce jawnej) </w:t>
            </w:r>
          </w:p>
          <w:p w14:paraId="3BFBDF42" w14:textId="77777777" w:rsidR="00964000" w:rsidRPr="00444BDC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>Zasady odpowiedzialności za zobowiązania spółki</w:t>
            </w:r>
            <w:r>
              <w:rPr>
                <w:rFonts w:ascii="Corbel" w:hAnsi="Corbel" w:cs="Calibri"/>
              </w:rPr>
              <w:t xml:space="preserve"> </w:t>
            </w:r>
            <w:r w:rsidRPr="00444BDC">
              <w:rPr>
                <w:rFonts w:ascii="Corbel" w:hAnsi="Corbel" w:cs="Calibri"/>
              </w:rPr>
              <w:t xml:space="preserve">(zindywidualizowana odpowiedzialność partnerów) </w:t>
            </w:r>
          </w:p>
          <w:p w14:paraId="48B0B99F" w14:textId="77777777" w:rsidR="00964000" w:rsidRPr="0028296B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Udział w zyskach i stratach spółki </w:t>
            </w:r>
          </w:p>
          <w:p w14:paraId="3ECDF003" w14:textId="77777777" w:rsidR="00964000" w:rsidRPr="00444BDC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reprezentowania spółki i prowadzenia spraw </w:t>
            </w:r>
            <w:r w:rsidRPr="00444BDC">
              <w:rPr>
                <w:rFonts w:ascii="Corbel" w:hAnsi="Corbel" w:cs="Calibri"/>
              </w:rPr>
              <w:t xml:space="preserve">spółki (zarząd spółki jako wyjątek) </w:t>
            </w:r>
          </w:p>
          <w:p w14:paraId="7D7D8877" w14:textId="77777777" w:rsidR="00964000" w:rsidRPr="0028296B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Przyczyny rozwiązania spółki i postępowanie likwidacyjne </w:t>
            </w:r>
          </w:p>
        </w:tc>
      </w:tr>
      <w:tr w:rsidR="00964000" w:rsidRPr="00AC45DA" w14:paraId="178FA503" w14:textId="77777777" w:rsidTr="00964000">
        <w:tc>
          <w:tcPr>
            <w:tcW w:w="9639" w:type="dxa"/>
          </w:tcPr>
          <w:p w14:paraId="34850CE7" w14:textId="4762D09C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8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komandytowo-akcyjna </w:t>
            </w:r>
          </w:p>
          <w:p w14:paraId="6F4CDB79" w14:textId="77777777" w:rsidR="00964000" w:rsidRPr="00444BDC" w:rsidRDefault="00964000" w:rsidP="0096400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komandytowej (ze szczególnym </w:t>
            </w:r>
            <w:r w:rsidRPr="00444BDC">
              <w:rPr>
                <w:rFonts w:ascii="Corbel" w:hAnsi="Corbel" w:cs="Calibri"/>
              </w:rPr>
              <w:t>uwzględnieniem dwóch kategorii</w:t>
            </w:r>
            <w:r>
              <w:rPr>
                <w:rFonts w:ascii="Corbel" w:hAnsi="Corbel" w:cs="Calibri"/>
              </w:rPr>
              <w:t xml:space="preserve"> </w:t>
            </w:r>
            <w:r w:rsidRPr="00444BDC">
              <w:rPr>
                <w:rFonts w:ascii="Corbel" w:hAnsi="Corbel" w:cs="Calibri"/>
              </w:rPr>
              <w:t xml:space="preserve">wspólników i ich różnorodnej pozycji prawnej) </w:t>
            </w:r>
          </w:p>
          <w:p w14:paraId="728C9DD3" w14:textId="77777777" w:rsidR="00964000" w:rsidRPr="00444BDC" w:rsidRDefault="00964000" w:rsidP="0096400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Sposób regulacji spółki komandytowo-akcyjnej </w:t>
            </w:r>
            <w:r w:rsidRPr="00444BDC">
              <w:rPr>
                <w:rFonts w:ascii="Corbel" w:hAnsi="Corbel" w:cs="Calibri"/>
              </w:rPr>
              <w:t xml:space="preserve">(stosowanie przepisów o spółce jawnej i spółce akcyjnej) </w:t>
            </w:r>
          </w:p>
        </w:tc>
      </w:tr>
      <w:tr w:rsidR="00964000" w:rsidRPr="00AC45DA" w14:paraId="1E55BE4A" w14:textId="77777777" w:rsidTr="00964000">
        <w:tc>
          <w:tcPr>
            <w:tcW w:w="9639" w:type="dxa"/>
          </w:tcPr>
          <w:p w14:paraId="7CBA1337" w14:textId="092A4855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9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z ograniczoną odpowiedzialnością </w:t>
            </w:r>
          </w:p>
          <w:p w14:paraId="09802EDA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Istota spółki z o.o. jako spółki kapitałowej </w:t>
            </w:r>
          </w:p>
          <w:p w14:paraId="15921D11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lastRenderedPageBreak/>
              <w:t xml:space="preserve">Tryb tworzenia spółki </w:t>
            </w:r>
          </w:p>
          <w:p w14:paraId="2171CDAD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Kapitał zakładowy </w:t>
            </w:r>
          </w:p>
          <w:p w14:paraId="25EC17AD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Prawa i obowiązki wspólników </w:t>
            </w:r>
          </w:p>
          <w:p w14:paraId="6D5519AB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Organy spółki </w:t>
            </w:r>
          </w:p>
          <w:p w14:paraId="74C69C72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Odpowiedzialność cywilnoprawna w spółce z o.o. </w:t>
            </w:r>
          </w:p>
          <w:p w14:paraId="026CADD7" w14:textId="77777777" w:rsidR="00964000" w:rsidRPr="004D407D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Rozwiązanie i likwidacja spółki </w:t>
            </w:r>
          </w:p>
        </w:tc>
      </w:tr>
      <w:tr w:rsidR="00964000" w:rsidRPr="00AC45DA" w14:paraId="398C10E4" w14:textId="77777777" w:rsidTr="00851D38">
        <w:trPr>
          <w:trHeight w:val="2600"/>
        </w:trPr>
        <w:tc>
          <w:tcPr>
            <w:tcW w:w="9639" w:type="dxa"/>
          </w:tcPr>
          <w:p w14:paraId="5A71E4AA" w14:textId="5461798C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W</w:t>
            </w:r>
            <w:r w:rsidR="00851D38">
              <w:rPr>
                <w:rFonts w:ascii="Corbel" w:hAnsi="Corbel"/>
              </w:rPr>
              <w:t>10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akcyjna </w:t>
            </w:r>
          </w:p>
          <w:p w14:paraId="5E5E3F0C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Istota spółki akcyjnej jako korporacji otwartej </w:t>
            </w:r>
          </w:p>
          <w:p w14:paraId="60A5A1C6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Tryb tworzenia spółki </w:t>
            </w:r>
          </w:p>
          <w:p w14:paraId="4D3C10C8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Kapitał akcyjny </w:t>
            </w:r>
          </w:p>
          <w:p w14:paraId="145C990F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Akcje </w:t>
            </w:r>
          </w:p>
          <w:p w14:paraId="3F68841B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Organy spółki </w:t>
            </w:r>
          </w:p>
          <w:p w14:paraId="27A0C75E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Odpowiedzialność cywilnoprawna w spółce akcyjnej </w:t>
            </w:r>
          </w:p>
          <w:p w14:paraId="795C4E7B" w14:textId="77777777" w:rsidR="00964000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Rozwiązanie i likwidacja spółki </w:t>
            </w:r>
          </w:p>
          <w:p w14:paraId="5E0D2688" w14:textId="77777777" w:rsidR="00851D38" w:rsidRPr="004D407D" w:rsidRDefault="00851D38" w:rsidP="00851D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</w:p>
        </w:tc>
      </w:tr>
      <w:tr w:rsidR="00851D38" w:rsidRPr="00AC45DA" w14:paraId="15481EC3" w14:textId="77777777" w:rsidTr="00964000">
        <w:trPr>
          <w:trHeight w:val="620"/>
        </w:trPr>
        <w:tc>
          <w:tcPr>
            <w:tcW w:w="9639" w:type="dxa"/>
          </w:tcPr>
          <w:p w14:paraId="07F6210B" w14:textId="3017A613" w:rsidR="00851D38" w:rsidRDefault="00851D38" w:rsidP="00851D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W11 – Prosta Spółka Akcyjna </w:t>
            </w:r>
          </w:p>
          <w:p w14:paraId="51BC807E" w14:textId="311CE705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Istota spółki</w:t>
            </w:r>
          </w:p>
          <w:p w14:paraId="328A7865" w14:textId="68F10971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Tryb tworzenia </w:t>
            </w:r>
          </w:p>
          <w:p w14:paraId="74CE84DF" w14:textId="3A822E23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Kapitał akcyjny</w:t>
            </w:r>
          </w:p>
          <w:p w14:paraId="7C93C4B9" w14:textId="449F5AC0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Ograny spółki – model monistyczny i dualistyczny</w:t>
            </w:r>
          </w:p>
          <w:p w14:paraId="304457ED" w14:textId="00D804EB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Odpowiedzialność cywilnoprawna w prostej spółce akcyjnej </w:t>
            </w:r>
          </w:p>
          <w:p w14:paraId="52294BA7" w14:textId="0CAAEEC0" w:rsidR="00851D38" w:rsidRP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Rozwiązanie i likwidacja spółki</w:t>
            </w:r>
          </w:p>
        </w:tc>
      </w:tr>
      <w:tr w:rsidR="00964000" w:rsidRPr="00AC45DA" w14:paraId="7EE3B97B" w14:textId="77777777" w:rsidTr="00964000">
        <w:tc>
          <w:tcPr>
            <w:tcW w:w="9639" w:type="dxa"/>
          </w:tcPr>
          <w:p w14:paraId="4D70BA5E" w14:textId="56803BD2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W1</w:t>
            </w:r>
            <w:r w:rsidR="00851D38">
              <w:rPr>
                <w:rFonts w:ascii="Corbel" w:hAnsi="Corbel"/>
              </w:rPr>
              <w:t>2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Umowy handlowe </w:t>
            </w:r>
          </w:p>
          <w:p w14:paraId="78AA832F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Zawieranie umów w obrocie gospodarczym </w:t>
            </w:r>
          </w:p>
          <w:p w14:paraId="40779683" w14:textId="77777777" w:rsidR="00964000" w:rsidRPr="00444BDC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sprzedaży (w tym umowa sprzedaży </w:t>
            </w:r>
            <w:r w:rsidRPr="00444BDC">
              <w:rPr>
                <w:rFonts w:ascii="Corbel" w:hAnsi="Corbel" w:cs="Calibri"/>
              </w:rPr>
              <w:t xml:space="preserve">towarów i umowa sprzedaży przedsiębiorstwa) </w:t>
            </w:r>
          </w:p>
          <w:p w14:paraId="46D603EB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dostawy i kontraktacji </w:t>
            </w:r>
          </w:p>
          <w:p w14:paraId="1B613088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kredytu bankowego </w:t>
            </w:r>
          </w:p>
          <w:p w14:paraId="7A8F82EE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komisu i umowa agencyjna </w:t>
            </w:r>
          </w:p>
          <w:p w14:paraId="6E9EE722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dealerska </w:t>
            </w:r>
          </w:p>
          <w:p w14:paraId="6115FB29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franchisingu </w:t>
            </w:r>
          </w:p>
          <w:p w14:paraId="23513ED2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factoringu </w:t>
            </w:r>
          </w:p>
        </w:tc>
      </w:tr>
      <w:tr w:rsidR="00964000" w:rsidRPr="00AC45DA" w14:paraId="64696E93" w14:textId="77777777" w:rsidTr="00964000">
        <w:tc>
          <w:tcPr>
            <w:tcW w:w="9639" w:type="dxa"/>
          </w:tcPr>
          <w:p w14:paraId="014F908F" w14:textId="29CB7E34" w:rsidR="00964000" w:rsidRPr="00021DE2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W1</w:t>
            </w:r>
            <w:r w:rsidR="00851D38">
              <w:rPr>
                <w:rFonts w:ascii="Corbel" w:hAnsi="Corbel"/>
              </w:rPr>
              <w:t>3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Prawo upadłościowe </w:t>
            </w:r>
            <w:r>
              <w:rPr>
                <w:rFonts w:ascii="Corbel" w:hAnsi="Corbel" w:cs="Calibri"/>
              </w:rPr>
              <w:t>i prawo restrukturyzacyjne – wybrane zagadnienia</w:t>
            </w:r>
            <w:r w:rsidRPr="00444BDC">
              <w:rPr>
                <w:rFonts w:ascii="Corbel" w:hAnsi="Corbel" w:cs="Calibri"/>
              </w:rPr>
              <w:t xml:space="preserve"> </w:t>
            </w:r>
          </w:p>
        </w:tc>
      </w:tr>
      <w:tr w:rsidR="00964000" w:rsidRPr="00AC45DA" w14:paraId="0F6214F0" w14:textId="77777777" w:rsidTr="00964000">
        <w:tc>
          <w:tcPr>
            <w:tcW w:w="9639" w:type="dxa"/>
          </w:tcPr>
          <w:p w14:paraId="3BC3F930" w14:textId="107EBD1A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W1</w:t>
            </w:r>
            <w:r w:rsidR="00851D38">
              <w:rPr>
                <w:rFonts w:ascii="Corbel" w:hAnsi="Corbel"/>
              </w:rPr>
              <w:t>4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Rozstrzyganie sporów w obrocie handlowym </w:t>
            </w:r>
          </w:p>
          <w:p w14:paraId="683B6813" w14:textId="77777777" w:rsidR="00964000" w:rsidRPr="0028296B" w:rsidRDefault="00964000" w:rsidP="00964000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Polubowne rozwiązywanie sporów (ADR) </w:t>
            </w:r>
          </w:p>
          <w:p w14:paraId="4A147F3D" w14:textId="77777777" w:rsidR="00964000" w:rsidRPr="0028296B" w:rsidRDefault="00964000" w:rsidP="00964000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Zasady sądowego rozstrzygania sporów </w:t>
            </w:r>
          </w:p>
        </w:tc>
      </w:tr>
      <w:tr w:rsidR="00964000" w:rsidRPr="00AC45DA" w14:paraId="20F4DD7B" w14:textId="77777777" w:rsidTr="00964000">
        <w:tc>
          <w:tcPr>
            <w:tcW w:w="9639" w:type="dxa"/>
          </w:tcPr>
          <w:p w14:paraId="40CA037E" w14:textId="6E31D3A5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W1</w:t>
            </w:r>
            <w:r w:rsidR="00851D38">
              <w:rPr>
                <w:rFonts w:ascii="Corbel" w:hAnsi="Corbel"/>
              </w:rPr>
              <w:t>5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Wybrane zagadnienia tzw. międzynarodowego prawa handlowego 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D1BE8C4" w14:textId="77777777" w:rsidR="00851D38" w:rsidRPr="00AC45DA" w:rsidRDefault="00851D38" w:rsidP="00851D3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1D38" w:rsidRPr="00AC45DA" w14:paraId="1FAC9F77" w14:textId="77777777" w:rsidTr="00A24EBD">
        <w:tc>
          <w:tcPr>
            <w:tcW w:w="9639" w:type="dxa"/>
          </w:tcPr>
          <w:p w14:paraId="62BD9FE9" w14:textId="77777777" w:rsidR="00851D38" w:rsidRPr="00A77CE8" w:rsidRDefault="00851D38" w:rsidP="00A24EB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A77CE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1D38" w:rsidRPr="00AC45DA" w14:paraId="75B014DC" w14:textId="77777777" w:rsidTr="00A24EBD">
        <w:tc>
          <w:tcPr>
            <w:tcW w:w="9639" w:type="dxa"/>
          </w:tcPr>
          <w:p w14:paraId="3C6E4856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Ćw1 </w:t>
            </w:r>
            <w:r w:rsidRPr="00A77CE8">
              <w:rPr>
                <w:rFonts w:ascii="Corbel" w:hAnsi="Corbel"/>
                <w:sz w:val="24"/>
                <w:szCs w:val="24"/>
              </w:rPr>
              <w:t>Wprowadzenie do problematyki prawa handlowego:</w:t>
            </w:r>
          </w:p>
          <w:p w14:paraId="6DD9D63E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77CE8">
              <w:rPr>
                <w:rFonts w:ascii="Corbel" w:hAnsi="Corbel"/>
                <w:sz w:val="24"/>
                <w:szCs w:val="24"/>
              </w:rPr>
              <w:t xml:space="preserve">- prawo </w:t>
            </w:r>
            <w:r>
              <w:rPr>
                <w:rFonts w:ascii="Corbel" w:hAnsi="Corbel"/>
                <w:sz w:val="24"/>
                <w:szCs w:val="24"/>
              </w:rPr>
              <w:t>handlowe</w:t>
            </w:r>
            <w:r w:rsidRPr="00A77CE8">
              <w:rPr>
                <w:rFonts w:ascii="Corbel" w:hAnsi="Corbel"/>
                <w:sz w:val="24"/>
                <w:szCs w:val="24"/>
              </w:rPr>
              <w:t xml:space="preserve"> a prawo cywilne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7CE8">
              <w:rPr>
                <w:rFonts w:ascii="Corbel" w:hAnsi="Corbel"/>
                <w:sz w:val="24"/>
                <w:szCs w:val="24"/>
              </w:rPr>
              <w:t>- jedność czy dualizm?</w:t>
            </w:r>
          </w:p>
          <w:p w14:paraId="58FD01E8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77CE8">
              <w:rPr>
                <w:rFonts w:ascii="Corbel" w:hAnsi="Corbel"/>
                <w:sz w:val="24"/>
                <w:szCs w:val="24"/>
              </w:rPr>
              <w:t>- prawo handlowe a prawo gospodarcze</w:t>
            </w:r>
          </w:p>
          <w:p w14:paraId="7D3F0502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77CE8">
              <w:rPr>
                <w:rFonts w:ascii="Corbel" w:hAnsi="Corbel"/>
                <w:sz w:val="24"/>
                <w:szCs w:val="24"/>
              </w:rPr>
              <w:t>- wskazanie wykorzystania nowych technologii w prawie handlowym na podstawie rozwiązań przyjętych w wybranych państwach</w:t>
            </w:r>
          </w:p>
        </w:tc>
      </w:tr>
      <w:tr w:rsidR="00851D38" w:rsidRPr="00AC45DA" w14:paraId="1E8475CA" w14:textId="77777777" w:rsidTr="00A24EBD">
        <w:tc>
          <w:tcPr>
            <w:tcW w:w="9639" w:type="dxa"/>
          </w:tcPr>
          <w:p w14:paraId="7F1D34ED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ĆW2 </w:t>
            </w:r>
            <w:r w:rsidRPr="00A77CE8">
              <w:rPr>
                <w:rFonts w:ascii="Corbel" w:hAnsi="Corbel"/>
                <w:sz w:val="24"/>
                <w:szCs w:val="24"/>
              </w:rPr>
              <w:t>Zasady rejestrowania przedsiębiorców i skutki wpisów</w:t>
            </w:r>
          </w:p>
        </w:tc>
      </w:tr>
      <w:tr w:rsidR="00851D38" w:rsidRPr="00AC45DA" w14:paraId="64E82F2E" w14:textId="77777777" w:rsidTr="00A24EBD">
        <w:tc>
          <w:tcPr>
            <w:tcW w:w="9639" w:type="dxa"/>
          </w:tcPr>
          <w:p w14:paraId="5AA78C71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Ćw3 </w:t>
            </w:r>
            <w:r w:rsidRPr="00A77CE8">
              <w:rPr>
                <w:rFonts w:ascii="Corbel" w:hAnsi="Corbel"/>
                <w:sz w:val="24"/>
                <w:szCs w:val="24"/>
              </w:rPr>
              <w:t>Nazwa i firma:</w:t>
            </w:r>
          </w:p>
          <w:p w14:paraId="68C39E85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77CE8">
              <w:rPr>
                <w:rFonts w:ascii="Corbel" w:hAnsi="Corbel"/>
                <w:sz w:val="24"/>
                <w:szCs w:val="24"/>
              </w:rPr>
              <w:t>Zasady konstruowania fi</w:t>
            </w:r>
            <w:r>
              <w:rPr>
                <w:rFonts w:ascii="Corbel" w:hAnsi="Corbel"/>
                <w:sz w:val="24"/>
                <w:szCs w:val="24"/>
              </w:rPr>
              <w:t>rmy</w:t>
            </w:r>
          </w:p>
          <w:p w14:paraId="33A53B7E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77CE8">
              <w:rPr>
                <w:rFonts w:ascii="Corbel" w:hAnsi="Corbel"/>
                <w:sz w:val="24"/>
                <w:szCs w:val="24"/>
              </w:rPr>
              <w:lastRenderedPageBreak/>
              <w:t>Zasady prawa firmowego</w:t>
            </w:r>
          </w:p>
        </w:tc>
      </w:tr>
      <w:tr w:rsidR="00851D38" w:rsidRPr="00AC45DA" w14:paraId="1A7E267A" w14:textId="77777777" w:rsidTr="00A24EBD">
        <w:tc>
          <w:tcPr>
            <w:tcW w:w="9639" w:type="dxa"/>
          </w:tcPr>
          <w:p w14:paraId="3A66F2D2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Ćw4 </w:t>
            </w:r>
            <w:r w:rsidRPr="00A77CE8">
              <w:rPr>
                <w:rFonts w:ascii="Corbel" w:hAnsi="Corbel"/>
                <w:sz w:val="24"/>
                <w:szCs w:val="24"/>
              </w:rPr>
              <w:t>Prokura</w:t>
            </w:r>
          </w:p>
        </w:tc>
      </w:tr>
      <w:tr w:rsidR="00851D38" w:rsidRPr="00AC45DA" w14:paraId="6D41BA4C" w14:textId="77777777" w:rsidTr="00A24EBD">
        <w:tc>
          <w:tcPr>
            <w:tcW w:w="9639" w:type="dxa"/>
          </w:tcPr>
          <w:p w14:paraId="7496D508" w14:textId="77777777" w:rsidR="00851D3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ĆW5 </w:t>
            </w:r>
            <w:r w:rsidRPr="00A77CE8">
              <w:rPr>
                <w:rFonts w:ascii="Corbel" w:hAnsi="Corbel"/>
                <w:sz w:val="24"/>
                <w:szCs w:val="24"/>
              </w:rPr>
              <w:t>Spółka cywilna</w:t>
            </w:r>
          </w:p>
          <w:p w14:paraId="59779562" w14:textId="77777777" w:rsidR="00851D38" w:rsidRPr="00A77CE8" w:rsidRDefault="00851D38" w:rsidP="00851D38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Uwagi ogólne</w:t>
            </w:r>
          </w:p>
          <w:p w14:paraId="5BAAA5A5" w14:textId="77777777" w:rsidR="00851D38" w:rsidRPr="00A77CE8" w:rsidRDefault="00851D38" w:rsidP="00851D38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Utworzenie spółki</w:t>
            </w:r>
          </w:p>
          <w:p w14:paraId="3CA18B00" w14:textId="77777777" w:rsidR="00851D38" w:rsidRPr="00A77CE8" w:rsidRDefault="00851D38" w:rsidP="00851D38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Majątek spółki jawnej</w:t>
            </w:r>
          </w:p>
          <w:p w14:paraId="1C5E5399" w14:textId="77777777" w:rsidR="00851D38" w:rsidRPr="00A77CE8" w:rsidRDefault="00851D38" w:rsidP="00851D38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Odpowiedzialność za zobowiązan</w:t>
            </w:r>
            <w:r>
              <w:rPr>
                <w:rFonts w:ascii="Corbel" w:hAnsi="Corbel" w:cs="Calibri"/>
              </w:rPr>
              <w:t>ia</w:t>
            </w:r>
          </w:p>
          <w:p w14:paraId="69B9CAD4" w14:textId="77777777" w:rsidR="00851D38" w:rsidRPr="00A77CE8" w:rsidRDefault="00851D38" w:rsidP="00851D38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Reprezentacja spółki</w:t>
            </w:r>
          </w:p>
          <w:p w14:paraId="17A71457" w14:textId="77777777" w:rsidR="00851D38" w:rsidRPr="00A77CE8" w:rsidRDefault="00851D38" w:rsidP="00851D38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Prowadzenie spraw</w:t>
            </w:r>
            <w:r>
              <w:rPr>
                <w:rFonts w:ascii="Corbel" w:hAnsi="Corbel" w:cs="Calibri"/>
              </w:rPr>
              <w:t xml:space="preserve"> spółki</w:t>
            </w:r>
          </w:p>
          <w:p w14:paraId="7FC4019A" w14:textId="77777777" w:rsidR="00851D38" w:rsidRPr="00A77CE8" w:rsidRDefault="00851D38" w:rsidP="00851D38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Udział w zysku i stratach</w:t>
            </w:r>
          </w:p>
          <w:p w14:paraId="1D7E7366" w14:textId="77777777" w:rsidR="00851D38" w:rsidRPr="00A77CE8" w:rsidRDefault="00851D38" w:rsidP="00851D38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Wystąpienie wspólnika i rozwiąza</w:t>
            </w:r>
            <w:r>
              <w:rPr>
                <w:rFonts w:ascii="Corbel" w:hAnsi="Corbel" w:cs="Calibri"/>
              </w:rPr>
              <w:t>nie spółki</w:t>
            </w:r>
          </w:p>
          <w:p w14:paraId="171DCCAD" w14:textId="77777777" w:rsidR="00851D38" w:rsidRPr="00A77CE8" w:rsidRDefault="00851D38" w:rsidP="00851D3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</w:rPr>
              <w:t>Likwidacja spółki</w:t>
            </w:r>
          </w:p>
        </w:tc>
      </w:tr>
      <w:tr w:rsidR="00851D38" w:rsidRPr="00AC45DA" w14:paraId="25FA8612" w14:textId="77777777" w:rsidTr="00A24EBD">
        <w:tc>
          <w:tcPr>
            <w:tcW w:w="9639" w:type="dxa"/>
          </w:tcPr>
          <w:p w14:paraId="0D94F152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ĆW6 </w:t>
            </w:r>
            <w:r w:rsidRPr="00A77CE8">
              <w:rPr>
                <w:rFonts w:ascii="Corbel" w:hAnsi="Corbel"/>
                <w:sz w:val="24"/>
                <w:szCs w:val="24"/>
              </w:rPr>
              <w:t>Spółki handlowe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7CE8">
              <w:rPr>
                <w:rFonts w:ascii="Corbel" w:hAnsi="Corbel"/>
                <w:sz w:val="24"/>
                <w:szCs w:val="24"/>
              </w:rPr>
              <w:t>- informacje ogólne:</w:t>
            </w:r>
            <w:r>
              <w:rPr>
                <w:rFonts w:ascii="Corbel" w:hAnsi="Corbel"/>
                <w:sz w:val="24"/>
                <w:szCs w:val="24"/>
              </w:rPr>
              <w:t xml:space="preserve"> s</w:t>
            </w:r>
            <w:r w:rsidRPr="00A77CE8">
              <w:rPr>
                <w:rFonts w:ascii="Corbel" w:hAnsi="Corbel"/>
                <w:sz w:val="24"/>
                <w:szCs w:val="24"/>
              </w:rPr>
              <w:t>półki o</w:t>
            </w:r>
            <w:r>
              <w:rPr>
                <w:rFonts w:ascii="Corbel" w:hAnsi="Corbel"/>
                <w:sz w:val="24"/>
                <w:szCs w:val="24"/>
              </w:rPr>
              <w:t>sobowe a spółki kapitałowe</w:t>
            </w:r>
          </w:p>
        </w:tc>
      </w:tr>
      <w:tr w:rsidR="00851D38" w:rsidRPr="00AC45DA" w14:paraId="5DC0A8C7" w14:textId="77777777" w:rsidTr="00A24EBD">
        <w:tc>
          <w:tcPr>
            <w:tcW w:w="9639" w:type="dxa"/>
          </w:tcPr>
          <w:p w14:paraId="16F62B9F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ĆW7 </w:t>
            </w:r>
            <w:r w:rsidRPr="00A77CE8">
              <w:rPr>
                <w:rFonts w:ascii="Corbel" w:hAnsi="Corbel"/>
                <w:sz w:val="24"/>
                <w:szCs w:val="24"/>
              </w:rPr>
              <w:t>Spółka jawna</w:t>
            </w:r>
          </w:p>
          <w:p w14:paraId="7CF42662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Uwagi ogólne. </w:t>
            </w:r>
          </w:p>
          <w:p w14:paraId="3D718393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Utworzenie spółki. </w:t>
            </w:r>
          </w:p>
          <w:p w14:paraId="46D16F8D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Majątek spółki jawnej</w:t>
            </w:r>
          </w:p>
          <w:p w14:paraId="6BB14332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Odpo</w:t>
            </w:r>
            <w:r>
              <w:rPr>
                <w:rFonts w:ascii="Corbel" w:hAnsi="Corbel" w:cs="Calibri"/>
              </w:rPr>
              <w:t>wiedzialność za zobowiązania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0A6BC03D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Reprezentacja spółki</w:t>
            </w:r>
          </w:p>
          <w:p w14:paraId="62BAAD5D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Prowadzenie spraw</w:t>
            </w:r>
            <w:r>
              <w:rPr>
                <w:rFonts w:ascii="Corbel" w:hAnsi="Corbel" w:cs="Calibri"/>
              </w:rPr>
              <w:t xml:space="preserve"> spółki</w:t>
            </w:r>
          </w:p>
          <w:p w14:paraId="2E99B462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Udział w zy</w:t>
            </w:r>
            <w:r>
              <w:rPr>
                <w:rFonts w:ascii="Corbel" w:hAnsi="Corbel" w:cs="Calibri"/>
              </w:rPr>
              <w:t>sku i stratach</w:t>
            </w:r>
          </w:p>
          <w:p w14:paraId="59A9E725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Wystąpienie wsp</w:t>
            </w:r>
            <w:r>
              <w:rPr>
                <w:rFonts w:ascii="Corbel" w:hAnsi="Corbel" w:cs="Calibri"/>
              </w:rPr>
              <w:t>ólnika i rozwiązanie spółki</w:t>
            </w:r>
          </w:p>
          <w:p w14:paraId="66156496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Likwidacja spółki</w:t>
            </w:r>
          </w:p>
        </w:tc>
      </w:tr>
      <w:tr w:rsidR="00851D38" w:rsidRPr="00AC45DA" w14:paraId="6A973F8B" w14:textId="77777777" w:rsidTr="00A24EBD">
        <w:tc>
          <w:tcPr>
            <w:tcW w:w="9639" w:type="dxa"/>
          </w:tcPr>
          <w:p w14:paraId="4317D5C6" w14:textId="77777777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ĆW8</w:t>
            </w:r>
            <w:r w:rsidRPr="00A77CE8">
              <w:rPr>
                <w:rFonts w:ascii="Corbel" w:hAnsi="Corbel" w:cs="Calibri"/>
              </w:rPr>
              <w:t xml:space="preserve">-Spółka partnerska </w:t>
            </w:r>
          </w:p>
          <w:p w14:paraId="0470F3F6" w14:textId="77777777" w:rsidR="00851D38" w:rsidRPr="00A77CE8" w:rsidRDefault="00851D38" w:rsidP="00851D38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Uwagi ogólne</w:t>
            </w:r>
          </w:p>
          <w:p w14:paraId="7C4BCE79" w14:textId="77777777" w:rsidR="00851D38" w:rsidRPr="00A77CE8" w:rsidRDefault="00851D38" w:rsidP="00851D38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Utworzenie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033CFB4F" w14:textId="77777777" w:rsidR="00851D38" w:rsidRPr="00A77CE8" w:rsidRDefault="00851D38" w:rsidP="00851D38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Odpo</w:t>
            </w:r>
            <w:r>
              <w:rPr>
                <w:rFonts w:ascii="Corbel" w:hAnsi="Corbel" w:cs="Calibri"/>
              </w:rPr>
              <w:t>wiedzialność za zobowiązania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5581C935" w14:textId="77777777" w:rsidR="00851D38" w:rsidRPr="00A77CE8" w:rsidRDefault="00851D38" w:rsidP="00851D38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Reprezentacja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6F10E958" w14:textId="77777777" w:rsidR="00851D38" w:rsidRPr="00A77CE8" w:rsidRDefault="00851D38" w:rsidP="00851D38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Prowadzenie spraw spół</w:t>
            </w:r>
            <w:r>
              <w:rPr>
                <w:rFonts w:ascii="Corbel" w:hAnsi="Corbel" w:cs="Calibri"/>
              </w:rPr>
              <w:t>ki</w:t>
            </w:r>
          </w:p>
          <w:p w14:paraId="76D4C5CF" w14:textId="77777777" w:rsidR="00851D38" w:rsidRPr="00A77CE8" w:rsidRDefault="00851D38" w:rsidP="00851D38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Udział w zysku i </w:t>
            </w:r>
            <w:r>
              <w:rPr>
                <w:rFonts w:ascii="Corbel" w:hAnsi="Corbel" w:cs="Calibri"/>
              </w:rPr>
              <w:t>stratach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5BB58551" w14:textId="77777777" w:rsidR="00851D38" w:rsidRPr="00A77CE8" w:rsidRDefault="00851D38" w:rsidP="00851D38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Wystąpienie ws</w:t>
            </w:r>
            <w:r>
              <w:rPr>
                <w:rFonts w:ascii="Corbel" w:hAnsi="Corbel" w:cs="Calibri"/>
              </w:rPr>
              <w:t>pólnika i rozwiązanie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5DC85CA6" w14:textId="77777777" w:rsidR="00851D38" w:rsidRPr="00A77CE8" w:rsidRDefault="00851D38" w:rsidP="00851D38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Likwidacja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</w:tc>
      </w:tr>
      <w:tr w:rsidR="00851D38" w:rsidRPr="00AC45DA" w14:paraId="69E742A3" w14:textId="77777777" w:rsidTr="00A24EBD">
        <w:tc>
          <w:tcPr>
            <w:tcW w:w="9639" w:type="dxa"/>
          </w:tcPr>
          <w:p w14:paraId="476D9F46" w14:textId="77777777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ĆW9</w:t>
            </w:r>
            <w:r w:rsidRPr="00A77CE8">
              <w:rPr>
                <w:rFonts w:ascii="Corbel" w:hAnsi="Corbel" w:cs="Calibri"/>
              </w:rPr>
              <w:t xml:space="preserve">-Spółka komandytowa </w:t>
            </w:r>
          </w:p>
          <w:p w14:paraId="538409DC" w14:textId="77777777" w:rsidR="00851D38" w:rsidRPr="00A77CE8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Uwagi ogólne </w:t>
            </w:r>
          </w:p>
          <w:p w14:paraId="0B7B1710" w14:textId="77777777" w:rsidR="00851D38" w:rsidRPr="00A77CE8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Utworzenie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0C3087FF" w14:textId="77777777" w:rsidR="00851D38" w:rsidRPr="00A77CE8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Majątek spółki, wkłady do spółki, udziały, suma </w:t>
            </w:r>
            <w:r>
              <w:rPr>
                <w:rFonts w:ascii="Corbel" w:hAnsi="Corbel" w:cs="Calibri"/>
              </w:rPr>
              <w:t>komandytowa</w:t>
            </w:r>
          </w:p>
          <w:p w14:paraId="3CDE0A8B" w14:textId="77777777" w:rsidR="00851D38" w:rsidRPr="00A77CE8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Odpowiedzialność za zo</w:t>
            </w:r>
            <w:r>
              <w:rPr>
                <w:rFonts w:ascii="Corbel" w:hAnsi="Corbel" w:cs="Calibri"/>
              </w:rPr>
              <w:t>bowiązania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2D474639" w14:textId="77777777" w:rsidR="00851D38" w:rsidRPr="00A77CE8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Reprezen</w:t>
            </w:r>
            <w:r>
              <w:rPr>
                <w:rFonts w:ascii="Corbel" w:hAnsi="Corbel" w:cs="Calibri"/>
              </w:rPr>
              <w:t>tacja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225DB660" w14:textId="77777777" w:rsidR="00851D38" w:rsidRPr="00A77CE8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Prowadzenie spraw spółki </w:t>
            </w:r>
          </w:p>
          <w:p w14:paraId="002A4729" w14:textId="77777777" w:rsidR="00851D38" w:rsidRPr="00A77CE8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Udział w zyskach i stratach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70F8B1E7" w14:textId="77777777" w:rsidR="00851D38" w:rsidRPr="00A77CE8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Wystąpienie wspólnika i </w:t>
            </w:r>
            <w:r>
              <w:rPr>
                <w:rFonts w:ascii="Corbel" w:hAnsi="Corbel" w:cs="Calibri"/>
              </w:rPr>
              <w:t>rozwiązanie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0FCDEC19" w14:textId="77777777" w:rsidR="00851D38" w:rsidRPr="00444BDC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Likwidacja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</w:tc>
      </w:tr>
      <w:tr w:rsidR="00851D38" w:rsidRPr="00AC45DA" w14:paraId="1B73336B" w14:textId="77777777" w:rsidTr="00A24EBD">
        <w:tc>
          <w:tcPr>
            <w:tcW w:w="9639" w:type="dxa"/>
          </w:tcPr>
          <w:p w14:paraId="67F452F6" w14:textId="77777777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ĆW10</w:t>
            </w:r>
            <w:r w:rsidRPr="00A77CE8">
              <w:rPr>
                <w:rFonts w:ascii="Corbel" w:hAnsi="Corbel" w:cs="Calibri"/>
              </w:rPr>
              <w:t xml:space="preserve">-Spółka komandytowo-akcyjna </w:t>
            </w:r>
          </w:p>
          <w:p w14:paraId="231F88DA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Uwagi ogólne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0BD1D2BD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Utworzenie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0B8E5157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Majątek spółki, wkłady do spółki, udziały, suma </w:t>
            </w:r>
            <w:r>
              <w:rPr>
                <w:rFonts w:ascii="Corbel" w:hAnsi="Corbel" w:cs="Calibri"/>
              </w:rPr>
              <w:t>komandytowa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6DD31E51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Odpo</w:t>
            </w:r>
            <w:r>
              <w:rPr>
                <w:rFonts w:ascii="Corbel" w:hAnsi="Corbel" w:cs="Calibri"/>
              </w:rPr>
              <w:t>wiedzialność za zobowiązania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573EED9B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Reprezentacja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242E279B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Prowadzenie </w:t>
            </w:r>
            <w:r>
              <w:rPr>
                <w:rFonts w:ascii="Corbel" w:hAnsi="Corbel" w:cs="Calibri"/>
              </w:rPr>
              <w:t>spraw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19B2260D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lastRenderedPageBreak/>
              <w:t>Udział w zyskach i stratach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626A71CD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Wystąpienie ws</w:t>
            </w:r>
            <w:r>
              <w:rPr>
                <w:rFonts w:ascii="Corbel" w:hAnsi="Corbel" w:cs="Calibri"/>
              </w:rPr>
              <w:t>pólnika i rozwiązanie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289C9E57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Likwidacja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</w:tc>
      </w:tr>
      <w:tr w:rsidR="00851D38" w:rsidRPr="00AC45DA" w14:paraId="16164D72" w14:textId="77777777" w:rsidTr="00A24EBD">
        <w:tc>
          <w:tcPr>
            <w:tcW w:w="9639" w:type="dxa"/>
          </w:tcPr>
          <w:p w14:paraId="2D88521C" w14:textId="77777777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lastRenderedPageBreak/>
              <w:t>ĆW11</w:t>
            </w:r>
            <w:r w:rsidRPr="00A77CE8">
              <w:rPr>
                <w:rFonts w:ascii="Corbel" w:hAnsi="Corbel" w:cs="Calibri"/>
              </w:rPr>
              <w:t xml:space="preserve">-Spółka z ograniczoną odpowiedzialnością </w:t>
            </w:r>
          </w:p>
          <w:p w14:paraId="61C2C586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Uwagi ogólne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08209F38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Utworzenie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6688CC48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Wkłady do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2911D50D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Kapitał zakładowy</w:t>
            </w:r>
          </w:p>
          <w:p w14:paraId="2C2726F8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Udziały</w:t>
            </w:r>
          </w:p>
          <w:p w14:paraId="750ECA5D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P</w:t>
            </w:r>
            <w:r>
              <w:rPr>
                <w:rFonts w:ascii="Corbel" w:hAnsi="Corbel" w:cs="Calibri"/>
              </w:rPr>
              <w:t>rawa wspólników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53763C8F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Obowiązki wspólników</w:t>
            </w:r>
          </w:p>
          <w:p w14:paraId="79FE0DA4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Organy spółki </w:t>
            </w:r>
          </w:p>
          <w:p w14:paraId="225E48A9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Rozwią</w:t>
            </w:r>
            <w:r>
              <w:rPr>
                <w:rFonts w:ascii="Corbel" w:hAnsi="Corbel" w:cs="Calibri"/>
              </w:rPr>
              <w:t>zanie spółki i jej likwidacja</w:t>
            </w:r>
          </w:p>
        </w:tc>
      </w:tr>
      <w:tr w:rsidR="00851D38" w:rsidRPr="00AC45DA" w14:paraId="7C87B8CD" w14:textId="77777777" w:rsidTr="00851D38">
        <w:trPr>
          <w:trHeight w:val="2821"/>
        </w:trPr>
        <w:tc>
          <w:tcPr>
            <w:tcW w:w="9639" w:type="dxa"/>
          </w:tcPr>
          <w:p w14:paraId="70A5BDEA" w14:textId="77777777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ĆW12</w:t>
            </w:r>
            <w:r w:rsidRPr="00A77CE8">
              <w:rPr>
                <w:rFonts w:ascii="Corbel" w:hAnsi="Corbel" w:cs="Calibri"/>
              </w:rPr>
              <w:t xml:space="preserve">-Spółka akcyjna </w:t>
            </w:r>
          </w:p>
          <w:p w14:paraId="2173C05B" w14:textId="77777777" w:rsidR="00851D38" w:rsidRPr="00A77CE8" w:rsidRDefault="00851D38" w:rsidP="00851D38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Uwagi og</w:t>
            </w:r>
            <w:r>
              <w:rPr>
                <w:rFonts w:ascii="Corbel" w:hAnsi="Corbel" w:cs="Calibri"/>
              </w:rPr>
              <w:t>ólne</w:t>
            </w:r>
          </w:p>
          <w:p w14:paraId="70A730C2" w14:textId="77777777" w:rsidR="00851D38" w:rsidRPr="00A77CE8" w:rsidRDefault="00851D38" w:rsidP="00851D38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Powstanie spół</w:t>
            </w:r>
            <w:r>
              <w:rPr>
                <w:rFonts w:ascii="Corbel" w:hAnsi="Corbel" w:cs="Calibri"/>
              </w:rPr>
              <w:t>ki</w:t>
            </w:r>
          </w:p>
          <w:p w14:paraId="59066A2D" w14:textId="77777777" w:rsidR="00851D38" w:rsidRPr="00A77CE8" w:rsidRDefault="00851D38" w:rsidP="00851D38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Kapitał zakładowy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6624292C" w14:textId="77777777" w:rsidR="00851D38" w:rsidRPr="00A77CE8" w:rsidRDefault="00851D38" w:rsidP="00851D38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Pojęcie akcji i ich rodzaje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144C5B3F" w14:textId="77777777" w:rsidR="00851D38" w:rsidRPr="00A77CE8" w:rsidRDefault="00851D38" w:rsidP="00851D38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Pr</w:t>
            </w:r>
            <w:r>
              <w:rPr>
                <w:rFonts w:ascii="Corbel" w:hAnsi="Corbel" w:cs="Calibri"/>
              </w:rPr>
              <w:t>awa i obowiązki akcjonariuszy</w:t>
            </w:r>
          </w:p>
          <w:p w14:paraId="505546B1" w14:textId="77777777" w:rsidR="00851D38" w:rsidRPr="00A77CE8" w:rsidRDefault="00851D38" w:rsidP="00851D38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Organy sp</w:t>
            </w:r>
            <w:r>
              <w:rPr>
                <w:rFonts w:ascii="Corbel" w:hAnsi="Corbel" w:cs="Calibri"/>
              </w:rPr>
              <w:t>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7285E717" w14:textId="77777777" w:rsidR="00851D38" w:rsidRPr="00A77CE8" w:rsidRDefault="00851D38" w:rsidP="00851D38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Odpowiedzialność c</w:t>
            </w:r>
            <w:r>
              <w:rPr>
                <w:rFonts w:ascii="Corbel" w:hAnsi="Corbel" w:cs="Calibri"/>
              </w:rPr>
              <w:t>ywilnoprawna w spółce akcyjnej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15FF41B0" w14:textId="77777777" w:rsidR="00851D38" w:rsidRPr="00A77CE8" w:rsidRDefault="00851D38" w:rsidP="00851D38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Ro</w:t>
            </w:r>
            <w:r>
              <w:rPr>
                <w:rFonts w:ascii="Corbel" w:hAnsi="Corbel" w:cs="Calibri"/>
              </w:rPr>
              <w:t>związanie i likwidacja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</w:tc>
      </w:tr>
      <w:tr w:rsidR="00851D38" w:rsidRPr="00AC45DA" w14:paraId="4033A08C" w14:textId="77777777" w:rsidTr="00851D38">
        <w:trPr>
          <w:trHeight w:val="790"/>
        </w:trPr>
        <w:tc>
          <w:tcPr>
            <w:tcW w:w="9639" w:type="dxa"/>
          </w:tcPr>
          <w:p w14:paraId="1E87DC11" w14:textId="77777777" w:rsidR="00851D38" w:rsidRDefault="00851D38" w:rsidP="00A24EBD">
            <w:pPr>
              <w:pStyle w:val="NormalnyWeb"/>
              <w:spacing w:before="0"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ĆW13 – Prosta Spółka Akcyjna </w:t>
            </w:r>
          </w:p>
          <w:p w14:paraId="1F0181BF" w14:textId="77777777" w:rsidR="00851D38" w:rsidRDefault="00851D38" w:rsidP="00851D38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Istota spółki</w:t>
            </w:r>
          </w:p>
          <w:p w14:paraId="17DB31BD" w14:textId="77777777" w:rsidR="00851D38" w:rsidRDefault="00851D38" w:rsidP="00851D38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Tryb tworzenia </w:t>
            </w:r>
          </w:p>
          <w:p w14:paraId="4F0FDFB9" w14:textId="77777777" w:rsidR="00851D38" w:rsidRDefault="00851D38" w:rsidP="00851D38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Kapitał akcyjny</w:t>
            </w:r>
          </w:p>
          <w:p w14:paraId="2F06A1A9" w14:textId="77777777" w:rsidR="00851D38" w:rsidRDefault="00851D38" w:rsidP="00851D38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Ograny spółki – model monistyczny i dualistyczny</w:t>
            </w:r>
          </w:p>
          <w:p w14:paraId="58671D53" w14:textId="77777777" w:rsidR="00851D38" w:rsidRDefault="00851D38" w:rsidP="00851D38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Odpowiedzialność cywilnoprawna w prostej spółce akcyjnej </w:t>
            </w:r>
          </w:p>
          <w:p w14:paraId="726C4F85" w14:textId="1C0DCC66" w:rsidR="00851D38" w:rsidRPr="00851D38" w:rsidRDefault="00851D38" w:rsidP="00851D38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851D38">
              <w:rPr>
                <w:rFonts w:ascii="Corbel" w:hAnsi="Corbel" w:cs="Calibri"/>
              </w:rPr>
              <w:t>Rozwiązanie i likwidacja spółki</w:t>
            </w:r>
          </w:p>
        </w:tc>
      </w:tr>
      <w:tr w:rsidR="00851D38" w:rsidRPr="00AC45DA" w14:paraId="1D1D72D7" w14:textId="77777777" w:rsidTr="00A24EBD">
        <w:tc>
          <w:tcPr>
            <w:tcW w:w="9639" w:type="dxa"/>
          </w:tcPr>
          <w:p w14:paraId="7DC995B1" w14:textId="07191202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ĆW1</w:t>
            </w:r>
            <w:r>
              <w:rPr>
                <w:rFonts w:ascii="Corbel" w:hAnsi="Corbel"/>
              </w:rPr>
              <w:t>4</w:t>
            </w:r>
            <w:r w:rsidRPr="00A77CE8">
              <w:rPr>
                <w:rFonts w:ascii="Corbel" w:hAnsi="Corbel" w:cs="Calibri"/>
              </w:rPr>
              <w:t xml:space="preserve">-Łączenie się spółek </w:t>
            </w:r>
          </w:p>
          <w:p w14:paraId="3980A601" w14:textId="77777777" w:rsidR="00851D38" w:rsidRPr="00A77CE8" w:rsidRDefault="00851D38" w:rsidP="00851D38">
            <w:pPr>
              <w:pStyle w:val="NormalnyWeb"/>
              <w:numPr>
                <w:ilvl w:val="0"/>
                <w:numId w:val="21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Cele i istota łączenia spo</w:t>
            </w:r>
            <w:r>
              <w:rPr>
                <w:rFonts w:ascii="Corbel" w:hAnsi="Corbel" w:cs="Calibri"/>
              </w:rPr>
              <w:t>́łek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176D5433" w14:textId="77777777" w:rsidR="00851D38" w:rsidRPr="00A77CE8" w:rsidRDefault="00851D38" w:rsidP="00851D38">
            <w:pPr>
              <w:pStyle w:val="NormalnyWeb"/>
              <w:numPr>
                <w:ilvl w:val="0"/>
                <w:numId w:val="21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Postępowanie przy łączeniu spółek kapitałowych </w:t>
            </w:r>
          </w:p>
          <w:p w14:paraId="5843E837" w14:textId="77777777" w:rsidR="00851D38" w:rsidRPr="00A77CE8" w:rsidRDefault="00851D38" w:rsidP="00851D38">
            <w:pPr>
              <w:pStyle w:val="NormalnyWeb"/>
              <w:numPr>
                <w:ilvl w:val="0"/>
                <w:numId w:val="21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Postępowanie przy łączeniu spółek z udziałem </w:t>
            </w:r>
            <w:r>
              <w:rPr>
                <w:rFonts w:ascii="Corbel" w:hAnsi="Corbel" w:cs="Calibri"/>
              </w:rPr>
              <w:t>spółek osobowych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40306EF5" w14:textId="77777777" w:rsidR="00851D38" w:rsidRPr="00A77CE8" w:rsidRDefault="00851D38" w:rsidP="00851D38">
            <w:pPr>
              <w:pStyle w:val="NormalnyWeb"/>
              <w:numPr>
                <w:ilvl w:val="0"/>
                <w:numId w:val="21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Skutki połączenia spółek</w:t>
            </w:r>
            <w:r w:rsidRPr="00A77CE8">
              <w:rPr>
                <w:rFonts w:ascii="Corbel" w:hAnsi="Corbel" w:cs="Calibri"/>
              </w:rPr>
              <w:t xml:space="preserve"> </w:t>
            </w:r>
          </w:p>
        </w:tc>
      </w:tr>
      <w:tr w:rsidR="00851D38" w:rsidRPr="00AC45DA" w14:paraId="7CE0A2F3" w14:textId="77777777" w:rsidTr="00A24EBD">
        <w:tc>
          <w:tcPr>
            <w:tcW w:w="9639" w:type="dxa"/>
          </w:tcPr>
          <w:p w14:paraId="0DCB60AD" w14:textId="61C0A7CD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ĆW1</w:t>
            </w:r>
            <w:r>
              <w:rPr>
                <w:rFonts w:ascii="Corbel" w:hAnsi="Corbel"/>
              </w:rPr>
              <w:t>5</w:t>
            </w:r>
            <w:r w:rsidRPr="00A77CE8">
              <w:rPr>
                <w:rFonts w:ascii="Corbel" w:hAnsi="Corbel" w:cs="Calibri"/>
              </w:rPr>
              <w:t xml:space="preserve">-Podział spółek </w:t>
            </w:r>
          </w:p>
          <w:p w14:paraId="4E4873A9" w14:textId="77777777" w:rsidR="00851D38" w:rsidRPr="00A77CE8" w:rsidRDefault="00851D38" w:rsidP="00851D38">
            <w:pPr>
              <w:pStyle w:val="NormalnyWeb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Cele i istota podziału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4C89F7AE" w14:textId="77777777" w:rsidR="00851D38" w:rsidRPr="00A77CE8" w:rsidRDefault="00851D38" w:rsidP="00851D38">
            <w:pPr>
              <w:pStyle w:val="NormalnyWeb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Postępowanie przy podziale </w:t>
            </w:r>
            <w:r>
              <w:rPr>
                <w:rFonts w:ascii="Corbel" w:hAnsi="Corbel" w:cs="Calibri"/>
              </w:rPr>
              <w:t>spółek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63EFAD85" w14:textId="77777777" w:rsidR="00851D38" w:rsidRPr="00A77CE8" w:rsidRDefault="00851D38" w:rsidP="00851D38">
            <w:pPr>
              <w:pStyle w:val="NormalnyWeb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Skutki podzia</w:t>
            </w:r>
            <w:r>
              <w:rPr>
                <w:rFonts w:ascii="Corbel" w:hAnsi="Corbel" w:cs="Calibri"/>
              </w:rPr>
              <w:t>łu spółek</w:t>
            </w:r>
          </w:p>
        </w:tc>
      </w:tr>
      <w:tr w:rsidR="00851D38" w:rsidRPr="00AC45DA" w14:paraId="11AEF79A" w14:textId="77777777" w:rsidTr="00A24EBD">
        <w:tc>
          <w:tcPr>
            <w:tcW w:w="9639" w:type="dxa"/>
          </w:tcPr>
          <w:p w14:paraId="50D84A19" w14:textId="069FB24E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ĆW1</w:t>
            </w:r>
            <w:r>
              <w:rPr>
                <w:rFonts w:ascii="Corbel" w:hAnsi="Corbel"/>
              </w:rPr>
              <w:t>6</w:t>
            </w:r>
            <w:r w:rsidRPr="00A77CE8">
              <w:rPr>
                <w:rFonts w:ascii="Corbel" w:hAnsi="Corbel" w:cs="Calibri"/>
              </w:rPr>
              <w:t xml:space="preserve">-Przekształcanie spółek </w:t>
            </w:r>
          </w:p>
          <w:p w14:paraId="149F8ACF" w14:textId="77777777" w:rsidR="00851D38" w:rsidRPr="00A77CE8" w:rsidRDefault="00851D38" w:rsidP="00851D38">
            <w:pPr>
              <w:pStyle w:val="NormalnyWeb"/>
              <w:numPr>
                <w:ilvl w:val="0"/>
                <w:numId w:val="23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Cele i istota</w:t>
            </w:r>
          </w:p>
          <w:p w14:paraId="479CE5FD" w14:textId="77777777" w:rsidR="00851D38" w:rsidRPr="00A77CE8" w:rsidRDefault="00851D38" w:rsidP="00851D38">
            <w:pPr>
              <w:pStyle w:val="NormalnyWeb"/>
              <w:numPr>
                <w:ilvl w:val="0"/>
                <w:numId w:val="23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Postępowanie przy przekształcaniu spó</w:t>
            </w:r>
            <w:r>
              <w:rPr>
                <w:rFonts w:ascii="Corbel" w:hAnsi="Corbel" w:cs="Calibri"/>
              </w:rPr>
              <w:t>łek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692FFCFD" w14:textId="77777777" w:rsidR="00851D38" w:rsidRPr="00A77CE8" w:rsidRDefault="00851D38" w:rsidP="00851D38">
            <w:pPr>
              <w:pStyle w:val="NormalnyWeb"/>
              <w:numPr>
                <w:ilvl w:val="0"/>
                <w:numId w:val="23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Szczególne zasa</w:t>
            </w:r>
            <w:r>
              <w:rPr>
                <w:rFonts w:ascii="Corbel" w:hAnsi="Corbel" w:cs="Calibri"/>
              </w:rPr>
              <w:t>dy związane z przekształcaniem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71096D31" w14:textId="77777777" w:rsidR="00851D38" w:rsidRPr="00A77CE8" w:rsidRDefault="00851D38" w:rsidP="00851D38">
            <w:pPr>
              <w:pStyle w:val="NormalnyWeb"/>
              <w:numPr>
                <w:ilvl w:val="0"/>
                <w:numId w:val="23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Skutki przekształcania</w:t>
            </w:r>
          </w:p>
        </w:tc>
      </w:tr>
      <w:tr w:rsidR="00851D38" w:rsidRPr="00AC45DA" w14:paraId="30EB8D3D" w14:textId="77777777" w:rsidTr="00A24EBD">
        <w:tc>
          <w:tcPr>
            <w:tcW w:w="9639" w:type="dxa"/>
          </w:tcPr>
          <w:p w14:paraId="005D79BC" w14:textId="7C4416AD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ĆW1</w:t>
            </w:r>
            <w:r>
              <w:rPr>
                <w:rFonts w:ascii="Corbel" w:hAnsi="Corbel"/>
              </w:rPr>
              <w:t>7</w:t>
            </w:r>
            <w:r w:rsidRPr="00A77CE8">
              <w:rPr>
                <w:rFonts w:ascii="Corbel" w:hAnsi="Corbel" w:cs="Calibri"/>
              </w:rPr>
              <w:t xml:space="preserve">-Prawo umów – część ogólna </w:t>
            </w:r>
          </w:p>
          <w:p w14:paraId="1D13C9E9" w14:textId="77777777" w:rsidR="00851D38" w:rsidRPr="00A77CE8" w:rsidRDefault="00851D38" w:rsidP="00851D38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Pojęcie i pod</w:t>
            </w:r>
            <w:r>
              <w:rPr>
                <w:rFonts w:ascii="Corbel" w:hAnsi="Corbel" w:cs="Calibri"/>
              </w:rPr>
              <w:t>ział umów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1B35B45C" w14:textId="77777777" w:rsidR="00851D38" w:rsidRPr="00A77CE8" w:rsidRDefault="00851D38" w:rsidP="00851D38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Cechy umó</w:t>
            </w:r>
            <w:r>
              <w:rPr>
                <w:rFonts w:ascii="Corbel" w:hAnsi="Corbel" w:cs="Calibri"/>
              </w:rPr>
              <w:t>w handlowych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7654DE92" w14:textId="77777777" w:rsidR="00851D38" w:rsidRPr="00A77CE8" w:rsidRDefault="00851D38" w:rsidP="00851D38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Spec</w:t>
            </w:r>
            <w:r>
              <w:rPr>
                <w:rFonts w:ascii="Corbel" w:hAnsi="Corbel" w:cs="Calibri"/>
              </w:rPr>
              <w:t>yfika zawierania umów</w:t>
            </w:r>
            <w:r w:rsidRPr="00A77CE8">
              <w:rPr>
                <w:rFonts w:ascii="Corbel" w:hAnsi="Corbel" w:cs="Calibri"/>
              </w:rPr>
              <w:t xml:space="preserve"> </w:t>
            </w:r>
          </w:p>
        </w:tc>
      </w:tr>
      <w:tr w:rsidR="00851D38" w:rsidRPr="00AC45DA" w14:paraId="1F2FCD90" w14:textId="77777777" w:rsidTr="00A24EBD">
        <w:tc>
          <w:tcPr>
            <w:tcW w:w="9639" w:type="dxa"/>
          </w:tcPr>
          <w:p w14:paraId="57961CEC" w14:textId="7DCC7236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lastRenderedPageBreak/>
              <w:t>ĆW1</w:t>
            </w:r>
            <w:r>
              <w:rPr>
                <w:rFonts w:ascii="Corbel" w:hAnsi="Corbel"/>
              </w:rPr>
              <w:t>8</w:t>
            </w:r>
            <w:r w:rsidRPr="00A77CE8">
              <w:rPr>
                <w:rFonts w:ascii="Corbel" w:hAnsi="Corbel" w:cs="Calibri"/>
              </w:rPr>
              <w:t xml:space="preserve">-Umowa zlecenia </w:t>
            </w:r>
          </w:p>
          <w:p w14:paraId="34E079AE" w14:textId="77777777" w:rsidR="00851D38" w:rsidRPr="00A77CE8" w:rsidRDefault="00851D38" w:rsidP="00851D38">
            <w:pPr>
              <w:pStyle w:val="Normalny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Definicja umowy </w:t>
            </w:r>
          </w:p>
          <w:p w14:paraId="22A8C9ED" w14:textId="77777777" w:rsidR="00851D38" w:rsidRPr="00A77CE8" w:rsidRDefault="00851D38" w:rsidP="00851D38">
            <w:pPr>
              <w:pStyle w:val="Normalny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Charakter prawny umowy </w:t>
            </w:r>
          </w:p>
          <w:p w14:paraId="4057480A" w14:textId="77777777" w:rsidR="00851D38" w:rsidRPr="00A77CE8" w:rsidRDefault="00851D38" w:rsidP="00851D38">
            <w:pPr>
              <w:pStyle w:val="Normalny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Cechy umowy </w:t>
            </w:r>
          </w:p>
          <w:p w14:paraId="6F737149" w14:textId="77777777" w:rsidR="00851D38" w:rsidRPr="00A77CE8" w:rsidRDefault="00851D38" w:rsidP="00851D38">
            <w:pPr>
              <w:pStyle w:val="Normalny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Strony umowy </w:t>
            </w:r>
          </w:p>
          <w:p w14:paraId="3ACDEC90" w14:textId="77777777" w:rsidR="00851D38" w:rsidRPr="00A77CE8" w:rsidRDefault="00851D38" w:rsidP="00851D38">
            <w:pPr>
              <w:pStyle w:val="Normalny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Zawarcie, zmiana i ustanie umowy </w:t>
            </w:r>
          </w:p>
          <w:p w14:paraId="08F931A6" w14:textId="77777777" w:rsidR="00851D38" w:rsidRPr="00A77CE8" w:rsidRDefault="00851D38" w:rsidP="00851D38">
            <w:pPr>
              <w:pStyle w:val="Normalny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Prawa i obowiązki stron </w:t>
            </w:r>
          </w:p>
          <w:p w14:paraId="5AF25EE8" w14:textId="77777777" w:rsidR="00851D38" w:rsidRPr="00A77CE8" w:rsidRDefault="00851D38" w:rsidP="00851D38">
            <w:pPr>
              <w:pStyle w:val="Normalny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Odpowiedzialność za niewykonanie lub nienależyte wykonanie umowy </w:t>
            </w:r>
          </w:p>
        </w:tc>
      </w:tr>
      <w:tr w:rsidR="00851D38" w:rsidRPr="00AC45DA" w14:paraId="5D47FB15" w14:textId="77777777" w:rsidTr="00A24EBD">
        <w:tc>
          <w:tcPr>
            <w:tcW w:w="9639" w:type="dxa"/>
          </w:tcPr>
          <w:p w14:paraId="07EDDAA4" w14:textId="5393ADA1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ĆW1</w:t>
            </w:r>
            <w:r>
              <w:rPr>
                <w:rFonts w:ascii="Corbel" w:hAnsi="Corbel"/>
              </w:rPr>
              <w:t>9</w:t>
            </w:r>
            <w:r w:rsidRPr="00A77CE8">
              <w:rPr>
                <w:rFonts w:ascii="Corbel" w:hAnsi="Corbel" w:cs="Calibri"/>
              </w:rPr>
              <w:t xml:space="preserve">-Umowa o dzieło </w:t>
            </w:r>
          </w:p>
          <w:p w14:paraId="4AE98A70" w14:textId="77777777" w:rsidR="00851D38" w:rsidRPr="00A77CE8" w:rsidRDefault="00851D38" w:rsidP="00851D38">
            <w:pPr>
              <w:pStyle w:val="Normalny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Definicja umowy </w:t>
            </w:r>
          </w:p>
          <w:p w14:paraId="7C70C1C0" w14:textId="77777777" w:rsidR="00851D38" w:rsidRPr="00A77CE8" w:rsidRDefault="00851D38" w:rsidP="00851D38">
            <w:pPr>
              <w:pStyle w:val="Normalny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Charakter prawny umowy </w:t>
            </w:r>
          </w:p>
          <w:p w14:paraId="0CC5E581" w14:textId="77777777" w:rsidR="00851D38" w:rsidRPr="00A77CE8" w:rsidRDefault="00851D38" w:rsidP="00851D38">
            <w:pPr>
              <w:pStyle w:val="Normalny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Cechy umowy </w:t>
            </w:r>
          </w:p>
          <w:p w14:paraId="1F0237FE" w14:textId="77777777" w:rsidR="00851D38" w:rsidRPr="00A77CE8" w:rsidRDefault="00851D38" w:rsidP="00851D38">
            <w:pPr>
              <w:pStyle w:val="Normalny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Strony umowy </w:t>
            </w:r>
          </w:p>
          <w:p w14:paraId="332AD29B" w14:textId="77777777" w:rsidR="00851D38" w:rsidRPr="00A77CE8" w:rsidRDefault="00851D38" w:rsidP="00851D38">
            <w:pPr>
              <w:pStyle w:val="Normalny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Zawarcie, zmiana i ustanie umowy </w:t>
            </w:r>
          </w:p>
          <w:p w14:paraId="0CDE5B27" w14:textId="77777777" w:rsidR="00851D38" w:rsidRPr="00A77CE8" w:rsidRDefault="00851D38" w:rsidP="00851D38">
            <w:pPr>
              <w:pStyle w:val="Normalny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Prawa i obowiązki stron </w:t>
            </w:r>
          </w:p>
          <w:p w14:paraId="495BAEA6" w14:textId="77777777" w:rsidR="00851D38" w:rsidRPr="00A77CE8" w:rsidRDefault="00851D38" w:rsidP="00851D38">
            <w:pPr>
              <w:pStyle w:val="Normalny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Odpowiedzialność za niewykonanie lub nienależyte wykonanie umowy </w:t>
            </w:r>
          </w:p>
        </w:tc>
      </w:tr>
      <w:tr w:rsidR="00851D38" w:rsidRPr="00AC45DA" w14:paraId="0D991BDC" w14:textId="77777777" w:rsidTr="00A24EBD">
        <w:tc>
          <w:tcPr>
            <w:tcW w:w="9639" w:type="dxa"/>
          </w:tcPr>
          <w:p w14:paraId="2D783A3C" w14:textId="00443766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</w:t>
            </w:r>
            <w:r>
              <w:rPr>
                <w:rFonts w:ascii="Corbel" w:hAnsi="Corbel"/>
              </w:rPr>
              <w:t>20</w:t>
            </w:r>
            <w:r w:rsidRPr="00A77CE8">
              <w:rPr>
                <w:rFonts w:ascii="Corbel" w:hAnsi="Corbel" w:cs="Calibri"/>
              </w:rPr>
              <w:t xml:space="preserve">-Umowa agencyjna </w:t>
            </w:r>
          </w:p>
          <w:p w14:paraId="785ECEF5" w14:textId="77777777" w:rsidR="00851D38" w:rsidRPr="00A77CE8" w:rsidRDefault="00851D38" w:rsidP="00851D3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Definicja umowy </w:t>
            </w:r>
          </w:p>
          <w:p w14:paraId="683691ED" w14:textId="77777777" w:rsidR="00851D38" w:rsidRPr="00A77CE8" w:rsidRDefault="00851D38" w:rsidP="00851D3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Charakter prawny umowy </w:t>
            </w:r>
          </w:p>
          <w:p w14:paraId="108913EE" w14:textId="77777777" w:rsidR="00851D38" w:rsidRPr="00A77CE8" w:rsidRDefault="00851D38" w:rsidP="00851D3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Cechy umowy </w:t>
            </w:r>
          </w:p>
          <w:p w14:paraId="75CE5B56" w14:textId="77777777" w:rsidR="00851D38" w:rsidRPr="00A77CE8" w:rsidRDefault="00851D38" w:rsidP="00851D3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Strony umowy </w:t>
            </w:r>
          </w:p>
          <w:p w14:paraId="0892F632" w14:textId="77777777" w:rsidR="00851D38" w:rsidRPr="00A77CE8" w:rsidRDefault="00851D38" w:rsidP="00851D3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Zawarcie, zmiana i ustanie umowy </w:t>
            </w:r>
          </w:p>
          <w:p w14:paraId="08FB8AB3" w14:textId="77777777" w:rsidR="00851D38" w:rsidRPr="00A77CE8" w:rsidRDefault="00851D38" w:rsidP="00851D3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Prawa i obowiązki stron </w:t>
            </w:r>
          </w:p>
          <w:p w14:paraId="3504A0C9" w14:textId="77777777" w:rsidR="00851D38" w:rsidRPr="00A77CE8" w:rsidRDefault="00851D38" w:rsidP="00851D3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Odpowiedzialność za niewykonanie lub nienależyte wykonanie umowy </w:t>
            </w:r>
          </w:p>
        </w:tc>
      </w:tr>
      <w:tr w:rsidR="00851D38" w:rsidRPr="00AC45DA" w14:paraId="73B47500" w14:textId="77777777" w:rsidTr="00A24EBD">
        <w:tc>
          <w:tcPr>
            <w:tcW w:w="9639" w:type="dxa"/>
          </w:tcPr>
          <w:p w14:paraId="45CE7C6C" w14:textId="3479A9A1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A77CE8">
              <w:rPr>
                <w:rFonts w:ascii="Corbel" w:hAnsi="Corbel"/>
              </w:rPr>
              <w:t>ĆW2</w:t>
            </w:r>
            <w:r>
              <w:rPr>
                <w:rFonts w:ascii="Corbel" w:hAnsi="Corbel"/>
              </w:rPr>
              <w:t>1</w:t>
            </w:r>
            <w:r w:rsidRPr="00A77CE8">
              <w:rPr>
                <w:rFonts w:ascii="Corbel" w:hAnsi="Corbel" w:cs="Calibri"/>
              </w:rPr>
              <w:t>-Umowa faktoringu</w:t>
            </w:r>
          </w:p>
          <w:p w14:paraId="1D88093D" w14:textId="77777777" w:rsidR="00851D38" w:rsidRPr="00A77CE8" w:rsidRDefault="00851D38" w:rsidP="00851D38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Definicja umowy </w:t>
            </w:r>
          </w:p>
          <w:p w14:paraId="06D72003" w14:textId="77777777" w:rsidR="00851D38" w:rsidRPr="00A77CE8" w:rsidRDefault="00851D38" w:rsidP="00851D38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Charakter prawny umowy </w:t>
            </w:r>
          </w:p>
          <w:p w14:paraId="05F3C512" w14:textId="77777777" w:rsidR="00851D38" w:rsidRPr="00A77CE8" w:rsidRDefault="00851D38" w:rsidP="00851D38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Cechy umowy </w:t>
            </w:r>
          </w:p>
          <w:p w14:paraId="73DBFCEE" w14:textId="77777777" w:rsidR="00851D38" w:rsidRPr="00A77CE8" w:rsidRDefault="00851D38" w:rsidP="00851D38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Strony umowy </w:t>
            </w:r>
          </w:p>
          <w:p w14:paraId="59833BE8" w14:textId="77777777" w:rsidR="00851D38" w:rsidRPr="00A77CE8" w:rsidRDefault="00851D38" w:rsidP="00851D38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Zawarcie, zmiana i ustanie umowy </w:t>
            </w:r>
          </w:p>
          <w:p w14:paraId="1A9E2074" w14:textId="77777777" w:rsidR="00851D38" w:rsidRPr="00A77CE8" w:rsidRDefault="00851D38" w:rsidP="00851D38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Prawa i obowiązki stron </w:t>
            </w:r>
          </w:p>
          <w:p w14:paraId="3F4FCE91" w14:textId="77777777" w:rsidR="00851D38" w:rsidRPr="00A77CE8" w:rsidRDefault="00851D38" w:rsidP="00851D38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Odpowiedzialność za niewykonanie lub nienależyte wykonanie umowy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879C4" w14:textId="77777777" w:rsidR="00851D38" w:rsidRPr="009714B8" w:rsidRDefault="00851D38" w:rsidP="00851D38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714B8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</w:t>
      </w:r>
      <w:r>
        <w:rPr>
          <w:rFonts w:ascii="Corbel" w:hAnsi="Corbel"/>
          <w:b w:val="0"/>
          <w:iCs/>
          <w:smallCaps w:val="0"/>
          <w:szCs w:val="24"/>
        </w:rPr>
        <w:t>ą</w:t>
      </w:r>
      <w:r w:rsidRPr="009714B8">
        <w:rPr>
          <w:rFonts w:ascii="Corbel" w:hAnsi="Corbel"/>
          <w:b w:val="0"/>
          <w:iCs/>
          <w:smallCaps w:val="0"/>
          <w:szCs w:val="24"/>
        </w:rPr>
        <w:t>,</w:t>
      </w:r>
      <w:r>
        <w:rPr>
          <w:rFonts w:ascii="Corbel" w:hAnsi="Corbel"/>
          <w:b w:val="0"/>
          <w:iCs/>
          <w:smallCaps w:val="0"/>
          <w:szCs w:val="24"/>
        </w:rPr>
        <w:t xml:space="preserve"> </w:t>
      </w:r>
      <w:r w:rsidRPr="009714B8">
        <w:rPr>
          <w:rFonts w:ascii="Corbel" w:hAnsi="Corbel"/>
          <w:b w:val="0"/>
          <w:iCs/>
          <w:smallCaps w:val="0"/>
          <w:szCs w:val="24"/>
        </w:rPr>
        <w:t>dyskusja</w:t>
      </w:r>
    </w:p>
    <w:p w14:paraId="44545A7A" w14:textId="19434B57" w:rsidR="00851D38" w:rsidRPr="009714B8" w:rsidRDefault="00851D38" w:rsidP="00851D38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714B8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analiza przypadków, rozwiązywanie kazusów, praca w grupach, </w:t>
      </w:r>
      <w:r w:rsidR="00451005">
        <w:rPr>
          <w:rFonts w:ascii="Corbel" w:hAnsi="Corbel"/>
          <w:b w:val="0"/>
          <w:iCs/>
          <w:smallCaps w:val="0"/>
          <w:szCs w:val="24"/>
        </w:rPr>
        <w:t xml:space="preserve">ćwiczenia z prezentacją multimedialną, </w:t>
      </w:r>
      <w:r w:rsidRPr="009714B8">
        <w:rPr>
          <w:rFonts w:ascii="Corbel" w:hAnsi="Corbel"/>
          <w:b w:val="0"/>
          <w:iCs/>
          <w:smallCaps w:val="0"/>
          <w:szCs w:val="24"/>
        </w:rPr>
        <w:t xml:space="preserve">dyskusja. </w:t>
      </w: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51005" w:rsidRPr="00AC45DA" w14:paraId="70859DA9" w14:textId="77777777" w:rsidTr="00A24EBD">
        <w:tc>
          <w:tcPr>
            <w:tcW w:w="1985" w:type="dxa"/>
            <w:vAlign w:val="center"/>
          </w:tcPr>
          <w:p w14:paraId="213496E1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98CF234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F34A522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AFE717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244119C0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451005" w:rsidRPr="00AC45DA" w14:paraId="63441010" w14:textId="77777777" w:rsidTr="00A24EBD">
        <w:tc>
          <w:tcPr>
            <w:tcW w:w="1985" w:type="dxa"/>
          </w:tcPr>
          <w:p w14:paraId="50FE3E1A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5DA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44A13FE4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62C1">
              <w:rPr>
                <w:rFonts w:ascii="Corbel" w:hAnsi="Corbel"/>
                <w:b w:val="0"/>
                <w:szCs w:val="24"/>
              </w:rPr>
              <w:t>egza</w:t>
            </w:r>
            <w:r>
              <w:rPr>
                <w:rFonts w:ascii="Corbel" w:hAnsi="Corbel"/>
                <w:b w:val="0"/>
                <w:szCs w:val="24"/>
              </w:rPr>
              <w:t>min pisemny</w:t>
            </w:r>
          </w:p>
        </w:tc>
        <w:tc>
          <w:tcPr>
            <w:tcW w:w="2126" w:type="dxa"/>
          </w:tcPr>
          <w:p w14:paraId="791CDC80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78416174" w14:textId="77777777" w:rsidTr="00A24EBD">
        <w:tc>
          <w:tcPr>
            <w:tcW w:w="1985" w:type="dxa"/>
          </w:tcPr>
          <w:p w14:paraId="45290F80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5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448B99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7AC4E38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1CCCEF06" w14:textId="77777777" w:rsidTr="00A24EBD">
        <w:tc>
          <w:tcPr>
            <w:tcW w:w="1985" w:type="dxa"/>
          </w:tcPr>
          <w:p w14:paraId="7F44984C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59390E0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9299F32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6F7CABA7" w14:textId="77777777" w:rsidTr="00A24EBD">
        <w:tc>
          <w:tcPr>
            <w:tcW w:w="1985" w:type="dxa"/>
          </w:tcPr>
          <w:p w14:paraId="7CFA72F2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F18AFD7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11EA3BE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51005" w:rsidRPr="00AC45DA" w14:paraId="3E3A9C6F" w14:textId="77777777" w:rsidTr="00A24EBD">
        <w:tc>
          <w:tcPr>
            <w:tcW w:w="1985" w:type="dxa"/>
          </w:tcPr>
          <w:p w14:paraId="1CD21AA2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3548128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BEBC03D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51005" w:rsidRPr="00AC45DA" w14:paraId="37428763" w14:textId="77777777" w:rsidTr="00A24EBD">
        <w:tc>
          <w:tcPr>
            <w:tcW w:w="1985" w:type="dxa"/>
          </w:tcPr>
          <w:p w14:paraId="6990119C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7006BDB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63696C3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51005" w:rsidRPr="00AC45DA" w14:paraId="0CBA1D00" w14:textId="77777777" w:rsidTr="00A24EBD">
        <w:tc>
          <w:tcPr>
            <w:tcW w:w="1985" w:type="dxa"/>
          </w:tcPr>
          <w:p w14:paraId="0E50C4EC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B9F510C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9F525DB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51005" w:rsidRPr="00AC45DA" w14:paraId="6A7942EC" w14:textId="77777777" w:rsidTr="00A24EBD">
        <w:tc>
          <w:tcPr>
            <w:tcW w:w="1985" w:type="dxa"/>
          </w:tcPr>
          <w:p w14:paraId="5AF745B1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B397615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673FB37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51005" w:rsidRPr="00AC45DA" w14:paraId="7369DEF4" w14:textId="77777777" w:rsidTr="00A24EBD">
        <w:tc>
          <w:tcPr>
            <w:tcW w:w="1985" w:type="dxa"/>
          </w:tcPr>
          <w:p w14:paraId="49093EB0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2B6AF72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5756329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51005" w:rsidRPr="00AC45DA" w14:paraId="34FF6926" w14:textId="77777777" w:rsidTr="00A24EBD">
        <w:tc>
          <w:tcPr>
            <w:tcW w:w="1985" w:type="dxa"/>
          </w:tcPr>
          <w:p w14:paraId="3F9B3D4A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418B0318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D0286F0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51005" w:rsidRPr="00AC45DA" w14:paraId="2DF12CAB" w14:textId="77777777" w:rsidTr="00A24EBD">
        <w:tc>
          <w:tcPr>
            <w:tcW w:w="1985" w:type="dxa"/>
          </w:tcPr>
          <w:p w14:paraId="4571A6FA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341FAC4C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E21B388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0CF31277" w14:textId="77777777" w:rsidR="00451005" w:rsidRPr="00CC315B" w:rsidRDefault="00451005" w:rsidP="00451005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>Wynik pozytywny z egzaminu osiąga osoba, która udzieli odpowiedzi poprawnej na co najmniej połowę pytań podczas egzaminu pisemnego. Na ocenę pozytywną należy udzielić przynajmniej 50% poprawnych odpowiedzi.</w:t>
            </w:r>
          </w:p>
          <w:p w14:paraId="64181D6B" w14:textId="77777777" w:rsidR="00451005" w:rsidRDefault="00451005" w:rsidP="00451005">
            <w:pPr>
              <w:pStyle w:val="Punktygwne"/>
              <w:spacing w:before="0" w:after="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</w:p>
          <w:p w14:paraId="28A178E6" w14:textId="14CED9CF" w:rsidR="00451005" w:rsidRPr="00451005" w:rsidRDefault="00451005" w:rsidP="00A14D25">
            <w:pPr>
              <w:pStyle w:val="Punktygwne"/>
              <w:spacing w:before="0" w:after="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>Warunki zaliczenia ćwiczeń: uczestnictwo w zajęciach dydaktycznych (dopuszczalna jest jedna nieusprawiedliwiona nieobecność), pozytywne zaliczenie dwóch kolokwiów.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Pierwsze z kolokwiów (tzw. połówkowe) może być zamienione na ocenę z pracy w grupie lub esej.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Ocenę końcową stanowi średnia arytmetyczna z dwóch pisemnych sprawdzianów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(lub sprawdzianu i  zamiennika)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i ocen otrzymanych w trakcie zajęć dydaktycznych (wejściówki, odpowiedź ustna, aktywność).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37952B" w14:textId="39C6EE8D" w:rsidR="00451005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- 60 godz.</w:t>
            </w:r>
          </w:p>
          <w:p w14:paraId="3A344839" w14:textId="27B87289" w:rsidR="0085747A" w:rsidRPr="00B169DF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Ćwiczenia- 60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ACBC1F" w14:textId="183654A3" w:rsidR="00451005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28B9B393" w14:textId="4879C4A8" w:rsidR="00451005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spotkaniach realizowanych w ramach koła naukowego Amicus Curiae,</w:t>
            </w:r>
          </w:p>
          <w:p w14:paraId="63CF7F11" w14:textId="772ADEB9" w:rsidR="00C61DC5" w:rsidRPr="00B169DF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EB14384" w:rsidR="00C61DC5" w:rsidRPr="00B169DF" w:rsidRDefault="004510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39 godz., Przygotowanie do ćwiczeń- 30 godzin. Napisanie referatu lub materiałów związanych z tematyką prawa handlowego- 10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575F54FF" w:rsidR="0085747A" w:rsidRPr="00B169DF" w:rsidRDefault="00451005" w:rsidP="00A14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E86A547" w:rsidR="0085747A" w:rsidRPr="00B169DF" w:rsidRDefault="00451005" w:rsidP="004510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1674ACA5" w14:textId="77777777" w:rsidR="00A14D25" w:rsidRDefault="0085747A" w:rsidP="008D363D">
            <w:pPr>
              <w:pStyle w:val="Punktygwne"/>
              <w:spacing w:after="0"/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8D363D">
              <w:t xml:space="preserve"> </w:t>
            </w:r>
          </w:p>
          <w:p w14:paraId="4D6BF70E" w14:textId="204D35F5" w:rsidR="008D363D" w:rsidRPr="008D363D" w:rsidRDefault="008D363D" w:rsidP="008D363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63D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8D363D">
              <w:rPr>
                <w:rFonts w:ascii="Corbel" w:hAnsi="Corbel"/>
                <w:b w:val="0"/>
                <w:smallCaps w:val="0"/>
                <w:szCs w:val="24"/>
              </w:rPr>
              <w:tab/>
              <w:t>A. Kidyba, Prawo handlowe, wyd. C.H. Beck, Warszawa 202</w:t>
            </w:r>
            <w:r w:rsidR="00A14D2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FB0F194" w14:textId="77777777" w:rsidR="0085747A" w:rsidRDefault="008D363D" w:rsidP="008D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63D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8D363D">
              <w:rPr>
                <w:rFonts w:ascii="Corbel" w:hAnsi="Corbel"/>
                <w:b w:val="0"/>
                <w:smallCaps w:val="0"/>
                <w:szCs w:val="24"/>
              </w:rPr>
              <w:tab/>
              <w:t>A. Szumański, W. Pyzioł, I. Weiss, Prawo spółek, wyd. C.H. Beck, Warszawa 2018</w:t>
            </w:r>
          </w:p>
          <w:p w14:paraId="695FDB08" w14:textId="3C6D2682" w:rsidR="00A14D25" w:rsidRDefault="00A14D25" w:rsidP="008D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D25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A14D25">
              <w:rPr>
                <w:rFonts w:ascii="Corbel" w:hAnsi="Corbel"/>
                <w:b w:val="0"/>
                <w:smallCaps w:val="0"/>
                <w:szCs w:val="24"/>
              </w:rPr>
              <w:tab/>
              <w:t>K. Bilewska, A. Chłopecki, Prawo handlowe,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  <w:p w14:paraId="0B544F6A" w14:textId="41F1B63E" w:rsidR="00A14D25" w:rsidRPr="00B169DF" w:rsidRDefault="00A14D25" w:rsidP="008D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7C055DD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56A405" w14:textId="34DF11A2" w:rsidR="00C8185A" w:rsidRPr="00A14D25" w:rsidRDefault="00A14D25" w:rsidP="00A14D25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•</w:t>
            </w: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Prawo spółek handlowych, red. A. Koch, J. Napierała, Warszawa 2019</w:t>
            </w:r>
          </w:p>
          <w:p w14:paraId="608EF0A0" w14:textId="55FE3CB8" w:rsidR="00C8185A" w:rsidRPr="00C8185A" w:rsidRDefault="00A14D25" w:rsidP="00C8185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•</w:t>
            </w: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Prawo zobowiązań – umowy nienazwane. System Prawa Prywatnego. Tom 9, red. W.J. Katner, Warszawa 20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23</w:t>
            </w:r>
          </w:p>
          <w:p w14:paraId="5B3DBAAC" w14:textId="5B188048" w:rsidR="00C8185A" w:rsidRDefault="00C8185A" w:rsidP="00C8185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•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C8185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R. Uliasz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C8185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Nieważność uchwały zgromadzenia spółki kapitałowej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C8185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2018.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4596EFF9" w14:textId="37F158CB" w:rsidR="00C8185A" w:rsidRPr="00B169DF" w:rsidRDefault="00C8185A" w:rsidP="00A14D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73937" w14:textId="77777777" w:rsidR="00206259" w:rsidRDefault="00206259" w:rsidP="00C16ABF">
      <w:pPr>
        <w:spacing w:after="0" w:line="240" w:lineRule="auto"/>
      </w:pPr>
      <w:r>
        <w:separator/>
      </w:r>
    </w:p>
  </w:endnote>
  <w:endnote w:type="continuationSeparator" w:id="0">
    <w:p w14:paraId="15ED7BB1" w14:textId="77777777" w:rsidR="00206259" w:rsidRDefault="002062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F2539" w14:textId="77777777" w:rsidR="00206259" w:rsidRDefault="00206259" w:rsidP="00C16ABF">
      <w:pPr>
        <w:spacing w:after="0" w:line="240" w:lineRule="auto"/>
      </w:pPr>
      <w:r>
        <w:separator/>
      </w:r>
    </w:p>
  </w:footnote>
  <w:footnote w:type="continuationSeparator" w:id="0">
    <w:p w14:paraId="56A45F31" w14:textId="77777777" w:rsidR="00206259" w:rsidRDefault="00206259" w:rsidP="00C16ABF">
      <w:pPr>
        <w:spacing w:after="0" w:line="240" w:lineRule="auto"/>
      </w:pPr>
      <w:r>
        <w:continuationSeparator/>
      </w:r>
    </w:p>
  </w:footnote>
  <w:footnote w:id="1">
    <w:p w14:paraId="12A3DEFA" w14:textId="77777777" w:rsidR="003C6C40" w:rsidRDefault="003C6C40" w:rsidP="003C6C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6D4"/>
    <w:multiLevelType w:val="multilevel"/>
    <w:tmpl w:val="3C2E3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60A6572"/>
    <w:multiLevelType w:val="hybridMultilevel"/>
    <w:tmpl w:val="309092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27883"/>
    <w:multiLevelType w:val="multilevel"/>
    <w:tmpl w:val="27B82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9CA29AC"/>
    <w:multiLevelType w:val="multilevel"/>
    <w:tmpl w:val="CB565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C221B7A"/>
    <w:multiLevelType w:val="multilevel"/>
    <w:tmpl w:val="7A2EB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09B4F9A"/>
    <w:multiLevelType w:val="multilevel"/>
    <w:tmpl w:val="1C0E9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0CA35C9"/>
    <w:multiLevelType w:val="hybridMultilevel"/>
    <w:tmpl w:val="E4064206"/>
    <w:lvl w:ilvl="0" w:tplc="5BF67F08">
      <w:start w:val="1"/>
      <w:numFmt w:val="decimal"/>
      <w:lvlText w:val="%1)"/>
      <w:lvlJc w:val="left"/>
      <w:pPr>
        <w:ind w:left="72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214D3"/>
    <w:multiLevelType w:val="multilevel"/>
    <w:tmpl w:val="31FC0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1AE44C50"/>
    <w:multiLevelType w:val="multilevel"/>
    <w:tmpl w:val="B94AF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DB080D"/>
    <w:multiLevelType w:val="hybridMultilevel"/>
    <w:tmpl w:val="FA2E6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63012D"/>
    <w:multiLevelType w:val="hybridMultilevel"/>
    <w:tmpl w:val="B5527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595330"/>
    <w:multiLevelType w:val="multilevel"/>
    <w:tmpl w:val="27FA0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30BE201D"/>
    <w:multiLevelType w:val="multilevel"/>
    <w:tmpl w:val="3DB84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31CA5A2D"/>
    <w:multiLevelType w:val="multilevel"/>
    <w:tmpl w:val="92208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4E20422"/>
    <w:multiLevelType w:val="multilevel"/>
    <w:tmpl w:val="8CD2C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3A8E2024"/>
    <w:multiLevelType w:val="multilevel"/>
    <w:tmpl w:val="9A9C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3E020E87"/>
    <w:multiLevelType w:val="hybridMultilevel"/>
    <w:tmpl w:val="EA02F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369E9"/>
    <w:multiLevelType w:val="hybridMultilevel"/>
    <w:tmpl w:val="A052D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50C86"/>
    <w:multiLevelType w:val="multilevel"/>
    <w:tmpl w:val="3AD2D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45FF1510"/>
    <w:multiLevelType w:val="multilevel"/>
    <w:tmpl w:val="B088D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511E360F"/>
    <w:multiLevelType w:val="multilevel"/>
    <w:tmpl w:val="5238B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51B01675"/>
    <w:multiLevelType w:val="hybridMultilevel"/>
    <w:tmpl w:val="9C027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971A98"/>
    <w:multiLevelType w:val="hybridMultilevel"/>
    <w:tmpl w:val="E0BC1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A2622"/>
    <w:multiLevelType w:val="hybridMultilevel"/>
    <w:tmpl w:val="2FB6E5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F54A05"/>
    <w:multiLevelType w:val="multilevel"/>
    <w:tmpl w:val="EF30B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75772E28"/>
    <w:multiLevelType w:val="multilevel"/>
    <w:tmpl w:val="BF3E4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79F27A72"/>
    <w:multiLevelType w:val="multilevel"/>
    <w:tmpl w:val="6EF42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7A4E4E67"/>
    <w:multiLevelType w:val="hybridMultilevel"/>
    <w:tmpl w:val="EA02F9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BF5857"/>
    <w:multiLevelType w:val="multilevel"/>
    <w:tmpl w:val="B088D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977251037">
    <w:abstractNumId w:val="9"/>
  </w:num>
  <w:num w:numId="2" w16cid:durableId="726032759">
    <w:abstractNumId w:val="23"/>
  </w:num>
  <w:num w:numId="3" w16cid:durableId="929193569">
    <w:abstractNumId w:val="18"/>
  </w:num>
  <w:num w:numId="4" w16cid:durableId="1430008633">
    <w:abstractNumId w:val="27"/>
  </w:num>
  <w:num w:numId="5" w16cid:durableId="1418215400">
    <w:abstractNumId w:val="19"/>
  </w:num>
  <w:num w:numId="6" w16cid:durableId="1466046574">
    <w:abstractNumId w:val="2"/>
  </w:num>
  <w:num w:numId="7" w16cid:durableId="1688868326">
    <w:abstractNumId w:val="4"/>
  </w:num>
  <w:num w:numId="8" w16cid:durableId="1359434478">
    <w:abstractNumId w:val="7"/>
  </w:num>
  <w:num w:numId="9" w16cid:durableId="734207828">
    <w:abstractNumId w:val="10"/>
  </w:num>
  <w:num w:numId="10" w16cid:durableId="509877347">
    <w:abstractNumId w:val="1"/>
  </w:num>
  <w:num w:numId="11" w16cid:durableId="879904908">
    <w:abstractNumId w:val="22"/>
  </w:num>
  <w:num w:numId="12" w16cid:durableId="1762411787">
    <w:abstractNumId w:val="11"/>
  </w:num>
  <w:num w:numId="13" w16cid:durableId="2035187299">
    <w:abstractNumId w:val="6"/>
  </w:num>
  <w:num w:numId="14" w16cid:durableId="488982321">
    <w:abstractNumId w:val="17"/>
  </w:num>
  <w:num w:numId="15" w16cid:durableId="1470054004">
    <w:abstractNumId w:val="25"/>
  </w:num>
  <w:num w:numId="16" w16cid:durableId="470289526">
    <w:abstractNumId w:val="14"/>
  </w:num>
  <w:num w:numId="17" w16cid:durableId="829910855">
    <w:abstractNumId w:val="26"/>
  </w:num>
  <w:num w:numId="18" w16cid:durableId="1069226106">
    <w:abstractNumId w:val="15"/>
  </w:num>
  <w:num w:numId="19" w16cid:durableId="1134561329">
    <w:abstractNumId w:val="16"/>
  </w:num>
  <w:num w:numId="20" w16cid:durableId="1585795156">
    <w:abstractNumId w:val="21"/>
  </w:num>
  <w:num w:numId="21" w16cid:durableId="1933511106">
    <w:abstractNumId w:val="8"/>
  </w:num>
  <w:num w:numId="22" w16cid:durableId="136267257">
    <w:abstractNumId w:val="5"/>
  </w:num>
  <w:num w:numId="23" w16cid:durableId="730542247">
    <w:abstractNumId w:val="12"/>
  </w:num>
  <w:num w:numId="24" w16cid:durableId="1178082261">
    <w:abstractNumId w:val="0"/>
  </w:num>
  <w:num w:numId="25" w16cid:durableId="2010138364">
    <w:abstractNumId w:val="13"/>
  </w:num>
  <w:num w:numId="26" w16cid:durableId="1787655553">
    <w:abstractNumId w:val="3"/>
  </w:num>
  <w:num w:numId="27" w16cid:durableId="516500630">
    <w:abstractNumId w:val="29"/>
  </w:num>
  <w:num w:numId="28" w16cid:durableId="575556735">
    <w:abstractNumId w:val="20"/>
  </w:num>
  <w:num w:numId="29" w16cid:durableId="2013990490">
    <w:abstractNumId w:val="24"/>
  </w:num>
  <w:num w:numId="30" w16cid:durableId="339700861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4CF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6259"/>
    <w:rsid w:val="002144C0"/>
    <w:rsid w:val="0022477D"/>
    <w:rsid w:val="002278A9"/>
    <w:rsid w:val="002336F9"/>
    <w:rsid w:val="0024028F"/>
    <w:rsid w:val="00244ABC"/>
    <w:rsid w:val="00257EED"/>
    <w:rsid w:val="002772E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A68"/>
    <w:rsid w:val="003530DD"/>
    <w:rsid w:val="00363F78"/>
    <w:rsid w:val="003A0A5B"/>
    <w:rsid w:val="003A1176"/>
    <w:rsid w:val="003C0BAE"/>
    <w:rsid w:val="003C6C40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00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0EF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36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D38"/>
    <w:rsid w:val="008552A2"/>
    <w:rsid w:val="0085747A"/>
    <w:rsid w:val="008711B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63D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00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F8F"/>
    <w:rsid w:val="00A14D2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45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85A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62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C9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30C8"/>
    <w:rsid w:val="00FB7DBA"/>
    <w:rsid w:val="00FC1C25"/>
    <w:rsid w:val="00FC3F45"/>
    <w:rsid w:val="00FD19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C6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4754">
          <w:marLeft w:val="0"/>
          <w:marRight w:val="5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1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4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35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9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10</Pages>
  <Words>2352</Words>
  <Characters>14117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2023-10-16T10:15:00Z</dcterms:created>
  <dcterms:modified xsi:type="dcterms:W3CDTF">2023-10-30T12:28:00Z</dcterms:modified>
</cp:coreProperties>
</file>